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F2EB" w14:textId="0896203B" w:rsidR="00EE2038" w:rsidRPr="000833ED" w:rsidRDefault="00255B9D" w:rsidP="000833ED">
      <w:pPr>
        <w:pStyle w:val="cdctitle"/>
        <w:spacing w:before="0" w:after="0"/>
        <w:rPr>
          <w:sz w:val="50"/>
          <w:szCs w:val="50"/>
        </w:rPr>
      </w:pPr>
      <w:r w:rsidRPr="000833ED">
        <w:rPr>
          <w:sz w:val="50"/>
          <w:szCs w:val="50"/>
        </w:rPr>
        <w:t xml:space="preserve">Checklist </w:t>
      </w:r>
      <w:r w:rsidR="000C6DF8" w:rsidRPr="000833ED">
        <w:rPr>
          <w:sz w:val="50"/>
          <w:szCs w:val="50"/>
        </w:rPr>
        <w:t>Revit</w:t>
      </w:r>
    </w:p>
    <w:p w14:paraId="384BF31E" w14:textId="3617547F" w:rsidR="00B678CC" w:rsidRDefault="00B82E5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0833ED">
        <w:rPr>
          <w:rFonts w:ascii="Tahoma" w:hAnsi="Tahoma" w:cs="Tahoma"/>
          <w:noProof/>
          <w:sz w:val="50"/>
          <w:szCs w:val="50"/>
          <w:lang w:eastAsia="nl-N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C4FBCFF" wp14:editId="03798386">
                <wp:simplePos x="0" y="0"/>
                <wp:positionH relativeFrom="margin">
                  <wp:posOffset>4445</wp:posOffset>
                </wp:positionH>
                <wp:positionV relativeFrom="paragraph">
                  <wp:posOffset>9525</wp:posOffset>
                </wp:positionV>
                <wp:extent cx="6296025" cy="83439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4B703" w14:textId="634FE3C5" w:rsidR="00255B9D" w:rsidRPr="00255B9D" w:rsidRDefault="00255B9D" w:rsidP="00255B9D">
                            <w:pPr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</w:pP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Naam opdrachtgever: 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Philips Lighting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  <w:t>(deel)p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roject</w:t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naam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="001E6BB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Extra order </w:t>
                            </w:r>
                            <w:r w:rsidR="00B56C4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2021</w:t>
                            </w:r>
                          </w:p>
                          <w:p w14:paraId="745DB857" w14:textId="5D0F1969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Naam tekenaar: </w:t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Sven Schoeberichts</w:t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DF7702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Staf: ______________________</w:t>
                            </w:r>
                          </w:p>
                          <w:p w14:paraId="4A75E208" w14:textId="77777777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Checklist nr.: 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 w:rsidR="00462DB0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 van de __</w:t>
                            </w:r>
                          </w:p>
                          <w:p w14:paraId="56ED584C" w14:textId="2FA6DCC7" w:rsidR="001E6BB1" w:rsidRDefault="005D0160" w:rsidP="005D0160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Betrekking op tekening:</w:t>
                            </w:r>
                          </w:p>
                          <w:p w14:paraId="0DD3DEAA" w14:textId="1A0C100D" w:rsidR="001E6BB1" w:rsidRPr="00A828FB" w:rsidRDefault="001E6BB1" w:rsidP="005D0160">
                            <w:pPr>
                              <w:pStyle w:val="Geenafstand"/>
                              <w:numPr>
                                <w:ilvl w:val="0"/>
                                <w:numId w:val="36"/>
                              </w:numP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</w:pPr>
                            <w:r w:rsidRPr="001E6BB1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EURS_63_LF_FB_BRP381</w:t>
                            </w:r>
                          </w:p>
                          <w:p w14:paraId="1AF32109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sz w:val="24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Project informatie:</w:t>
                            </w:r>
                          </w:p>
                          <w:p w14:paraId="7C471834" w14:textId="5DB77D54" w:rsidR="00255B9D" w:rsidRPr="00255B9D" w:rsidRDefault="004A429A" w:rsidP="00255B9D">
                            <w:pPr>
                              <w:pStyle w:val="Geenafstand"/>
                              <w:spacing w:line="360" w:lineRule="auto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BIM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modellen van Philips armaturen</w:t>
                            </w:r>
                          </w:p>
                          <w:p w14:paraId="4E787D19" w14:textId="77777777" w:rsidR="00C047A9" w:rsidRDefault="00462DB0" w:rsidP="005F6252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Klant </w:t>
                            </w:r>
                            <w:r w:rsidR="00C047A9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specifieke </w:t>
                            </w: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eisen/randvoorwaardes </w:t>
                            </w:r>
                            <w:r w:rsidR="005F6252" w:rsidRPr="00255B9D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>(invullen door controleur):</w:t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7F640BCF" w14:textId="28D6A008" w:rsidR="005F6252" w:rsidRDefault="004A429A" w:rsidP="000833ED">
                            <w:pPr>
                              <w:pStyle w:val="Geenafstand"/>
                              <w:ind w:left="7200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t>Ja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Nee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N.V.T.</w:t>
                            </w:r>
                          </w:p>
                          <w:p w14:paraId="3C25FB56" w14:textId="2B83F9FF" w:rsidR="003A54C5" w:rsidRPr="003A54C5" w:rsidRDefault="003A54C5" w:rsidP="003A54C5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juiste template gebruikt?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C57A4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827E4E4" w14:textId="77777777" w:rsidR="003A54C5" w:rsidRPr="00255B9D" w:rsidRDefault="003A54C5" w:rsidP="000833ED">
                            <w:pPr>
                              <w:pStyle w:val="Geenafstand"/>
                              <w:ind w:left="144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D84BFB7" w14:textId="041DB8E1" w:rsidR="004B34DB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Zijn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visiblility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settings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geometry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correct?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8BBB4DB" w14:textId="77777777" w:rsid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54162C8B" w14:textId="151EE321" w:rsidR="004A429A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“Lamp type” Label toegekend aan de IES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family?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1B7BB6B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309DD96E" w14:textId="3E59D77D" w:rsidR="004A429A" w:rsidRPr="00B82E5C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Electrical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connector aanwezig met de juist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>e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doorkoppeling?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8327BF7" w14:textId="77777777" w:rsidR="00B82E5C" w:rsidRPr="004A429A" w:rsidRDefault="00B82E5C" w:rsidP="00B82E5C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7B28D377" w14:textId="579351AE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Kloppen de family types + parameter waarden: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8456C9F" w14:textId="77777777" w:rsidR="00B82E5C" w:rsidRDefault="00B82E5C" w:rsidP="00B82E5C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A64FB49" w14:textId="33B03835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Armatuurcode toegevoegd?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F08EC19" w14:textId="7B88C303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Parameter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: Volledige omschrijving van het armatuur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45646FC" w14:textId="4FED5FF2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Model: ingevuld met de volgende gegevens: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CEE0B75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Type</w:t>
                            </w:r>
                          </w:p>
                          <w:p w14:paraId="033A8683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Lichtbron/kleur</w:t>
                            </w:r>
                          </w:p>
                          <w:p w14:paraId="7746FE91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Driver</w:t>
                            </w:r>
                          </w:p>
                          <w:p w14:paraId="79A0FC9B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Soort bundel</w:t>
                            </w:r>
                          </w:p>
                          <w:p w14:paraId="3007C7DC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Eventueel noodfunctie</w:t>
                            </w:r>
                          </w:p>
                          <w:p w14:paraId="358B1F02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Kleur armatuur</w:t>
                            </w:r>
                          </w:p>
                          <w:p w14:paraId="353172A2" w14:textId="77777777" w:rsid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Vrij veld</w:t>
                            </w:r>
                          </w:p>
                          <w:p w14:paraId="32AB179F" w14:textId="60EC366C" w:rsidR="004A429A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Parameter 12NC toegevoegd?</w:t>
                            </w:r>
                            <w:r w:rsidR="00FF1EC8" w:rsidRPr="00FF1EC8"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65B9CD3" w14:textId="3318B54B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1C2DF1B" w14:textId="6C2EABD0" w:rsidR="000833ED" w:rsidRPr="000833ED" w:rsidRDefault="005408BB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aanwezig met de juiste doorkoppeling?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BF5E460" w14:textId="77777777" w:rsidR="000833ED" w:rsidRDefault="000833ED" w:rsidP="000833ED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33935C99" w14:textId="7D67CD67" w:rsidR="005408BB" w:rsidRPr="000833ED" w:rsidRDefault="000833ED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gekoppeld aan de breedte/lengte?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375438BE" w14:textId="2317D7FF" w:rsidR="004A429A" w:rsidRPr="004A429A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family correct te plaatsen in projectomgeving?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5119EBA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000306E9" w14:textId="1FAE308B" w:rsidR="004A429A" w:rsidRPr="00DF4170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Werken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rotaties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 xml:space="preserve"> in </w:t>
                            </w: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projectomgeving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?</w:t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FF108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FF108B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</w:p>
                          <w:p w14:paraId="0F2CDB1C" w14:textId="77777777" w:rsidR="004A429A" w:rsidRPr="00DF4170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</w:p>
                          <w:p w14:paraId="46DE7912" w14:textId="194FDA59" w:rsidR="005408BB" w:rsidRPr="005408BB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een type catalog aanwezig? (</w:t>
                            </w:r>
                            <w:proofErr w:type="gram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alleen</w:t>
                            </w:r>
                            <w:proofErr w:type="gram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bij IES files)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FD77C2B" w14:textId="77777777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68C370DC" w14:textId="20708527" w:rsidR="004A429A" w:rsidRPr="003A54C5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>en afbeelding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toegevoegd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 xml:space="preserve"> in de juiste map</w:t>
                            </w:r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 xml:space="preserve"> (.png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32x32)?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CCD8FB3" w14:textId="77777777" w:rsidR="003A54C5" w:rsidRPr="003A54C5" w:rsidRDefault="003A54C5" w:rsidP="003A54C5">
                            <w:pPr>
                              <w:rPr>
                                <w:b/>
                              </w:rPr>
                            </w:pPr>
                          </w:p>
                          <w:p w14:paraId="39BD1184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2555D16B" w14:textId="77777777" w:rsidR="00255B9D" w:rsidRDefault="00255B9D" w:rsidP="00255B9D">
                            <w:pPr>
                              <w:pStyle w:val="Geenafstand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FB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.75pt;width:495.75pt;height:657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">
                <v:textbox>
                  <w:txbxContent>
                    <w:p w14:paraId="0F34B703" w14:textId="634FE3C5" w:rsidR="00255B9D" w:rsidRPr="00255B9D" w:rsidRDefault="00255B9D" w:rsidP="00255B9D">
                      <w:pPr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</w:pP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Naam opdrachtgever: 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Philips Lighting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  <w:t>(deel)p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roject</w:t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naam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: </w:t>
                      </w:r>
                      <w:r w:rsidR="001E6BB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Extra order </w:t>
                      </w:r>
                      <w:r w:rsidR="00B56C4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2021</w:t>
                      </w:r>
                    </w:p>
                    <w:p w14:paraId="745DB857" w14:textId="5D0F1969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Naam tekenaar: </w:t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>Sven Schoeberichts</w:t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DF7702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>Staf: ______________________</w:t>
                      </w:r>
                    </w:p>
                    <w:p w14:paraId="4A75E208" w14:textId="77777777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Checklist nr.: 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 w:rsidR="00462DB0">
                        <w:rPr>
                          <w:color w:val="575757" w:themeColor="accent1"/>
                          <w:szCs w:val="20"/>
                          <w:lang w:val="nl-NL"/>
                        </w:rPr>
                        <w:t>__ van de __</w:t>
                      </w:r>
                    </w:p>
                    <w:p w14:paraId="56ED584C" w14:textId="2FA6DCC7" w:rsidR="001E6BB1" w:rsidRDefault="005D0160" w:rsidP="005D0160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Betrekking op tekening:</w:t>
                      </w:r>
                    </w:p>
                    <w:p w14:paraId="0DD3DEAA" w14:textId="1A0C100D" w:rsidR="001E6BB1" w:rsidRPr="00A828FB" w:rsidRDefault="001E6BB1" w:rsidP="005D0160">
                      <w:pPr>
                        <w:pStyle w:val="Geenafstand"/>
                        <w:numPr>
                          <w:ilvl w:val="0"/>
                          <w:numId w:val="36"/>
                        </w:numPr>
                        <w:rPr>
                          <w:color w:val="575757" w:themeColor="accent1"/>
                          <w:szCs w:val="20"/>
                          <w:lang w:val="en-GB"/>
                        </w:rPr>
                      </w:pPr>
                      <w:r w:rsidRPr="001E6BB1">
                        <w:rPr>
                          <w:color w:val="575757" w:themeColor="accent1"/>
                          <w:szCs w:val="20"/>
                          <w:lang w:val="en-GB"/>
                        </w:rPr>
                        <w:t>EURS_63_LF_FB_BRP381</w:t>
                      </w:r>
                    </w:p>
                    <w:p w14:paraId="1AF32109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sz w:val="24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szCs w:val="20"/>
                          <w:lang w:val="nl-NL"/>
                        </w:rPr>
                        <w:t>Project informatie:</w:t>
                      </w:r>
                    </w:p>
                    <w:p w14:paraId="7C471834" w14:textId="5DB77D54" w:rsidR="00255B9D" w:rsidRPr="00255B9D" w:rsidRDefault="004A429A" w:rsidP="00255B9D">
                      <w:pPr>
                        <w:pStyle w:val="Geenafstand"/>
                        <w:spacing w:line="360" w:lineRule="auto"/>
                        <w:rPr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BIM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modellen van Philips armaturen</w:t>
                      </w:r>
                    </w:p>
                    <w:p w14:paraId="4E787D19" w14:textId="77777777" w:rsidR="00C047A9" w:rsidRDefault="00462DB0" w:rsidP="005F6252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Klant </w:t>
                      </w:r>
                      <w:r w:rsidR="00C047A9">
                        <w:rPr>
                          <w:b/>
                          <w:color w:val="575757" w:themeColor="accent1"/>
                          <w:lang w:val="nl-NL"/>
                        </w:rPr>
                        <w:t xml:space="preserve">specifieke </w:t>
                      </w: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eisen/randvoorwaardes </w:t>
                      </w:r>
                      <w:r w:rsidR="005F6252" w:rsidRPr="00255B9D">
                        <w:rPr>
                          <w:b/>
                          <w:color w:val="575757" w:themeColor="accent1"/>
                          <w:lang w:val="nl-NL"/>
                        </w:rPr>
                        <w:t>(invullen door controleur):</w:t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7F640BCF" w14:textId="28D6A008" w:rsidR="005F6252" w:rsidRDefault="004A429A" w:rsidP="000833ED">
                      <w:pPr>
                        <w:pStyle w:val="Geenafstand"/>
                        <w:ind w:left="7200"/>
                        <w:rPr>
                          <w:color w:val="575757" w:themeColor="accent1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lang w:val="nl-NL"/>
                        </w:rPr>
                        <w:t>Ja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  <w:t>Nee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  <w:t>N.V.T.</w:t>
                      </w:r>
                    </w:p>
                    <w:p w14:paraId="3C25FB56" w14:textId="2B83F9FF" w:rsidR="003A54C5" w:rsidRPr="003A54C5" w:rsidRDefault="003A54C5" w:rsidP="003A54C5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juiste template gebruikt?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C57A4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827E4E4" w14:textId="77777777" w:rsidR="003A54C5" w:rsidRPr="00255B9D" w:rsidRDefault="003A54C5" w:rsidP="000833ED">
                      <w:pPr>
                        <w:pStyle w:val="Geenafstand"/>
                        <w:ind w:left="144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D84BFB7" w14:textId="041DB8E1" w:rsidR="004B34DB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Zijn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visiblility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settings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van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geometry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correct?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8BBB4DB" w14:textId="77777777" w:rsid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54162C8B" w14:textId="151EE321" w:rsidR="004A429A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“Lamp type” Label toegekend aan de IES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family?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1B7BB6B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309DD96E" w14:textId="3E59D77D" w:rsidR="004A429A" w:rsidRPr="00B82E5C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Electrical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connector aanwezig met de juist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>e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doorkoppeling?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8327BF7" w14:textId="77777777" w:rsidR="00B82E5C" w:rsidRPr="004A429A" w:rsidRDefault="00B82E5C" w:rsidP="00B82E5C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7B28D377" w14:textId="579351AE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Kloppen de family types + parameter waarden: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8456C9F" w14:textId="77777777" w:rsidR="00B82E5C" w:rsidRDefault="00B82E5C" w:rsidP="00B82E5C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A64FB49" w14:textId="33B03835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Armatuurcode toegevoegd?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F08EC19" w14:textId="7B88C303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Parameter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Description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>: Volledige omschrijving van het armatuur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45646FC" w14:textId="4FED5FF2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Model: ingevuld met de volgende gegevens: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CEE0B75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Type</w:t>
                      </w:r>
                    </w:p>
                    <w:p w14:paraId="033A8683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Lichtbron/kleur</w:t>
                      </w:r>
                    </w:p>
                    <w:p w14:paraId="7746FE91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Driver</w:t>
                      </w:r>
                    </w:p>
                    <w:p w14:paraId="79A0FC9B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Soort bundel</w:t>
                      </w:r>
                    </w:p>
                    <w:p w14:paraId="3007C7DC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Eventueel noodfunctie</w:t>
                      </w:r>
                    </w:p>
                    <w:p w14:paraId="358B1F02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Kleur armatuur</w:t>
                      </w:r>
                    </w:p>
                    <w:p w14:paraId="353172A2" w14:textId="77777777" w:rsid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Vrij veld</w:t>
                      </w:r>
                    </w:p>
                    <w:p w14:paraId="32AB179F" w14:textId="60EC366C" w:rsidR="004A429A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Cs/>
                          <w:color w:val="575757" w:themeColor="accent1"/>
                          <w:lang w:val="nl-NL"/>
                        </w:rPr>
                        <w:t>Parameter 12NC toegevoegd?</w:t>
                      </w:r>
                      <w:r w:rsidR="00FF1EC8" w:rsidRPr="00FF1EC8"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65B9CD3" w14:textId="3318B54B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1C2DF1B" w14:textId="6C2EABD0" w:rsidR="000833ED" w:rsidRPr="000833ED" w:rsidRDefault="005408BB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aanwezig met de juiste doorkoppeling?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BF5E460" w14:textId="77777777" w:rsidR="000833ED" w:rsidRDefault="000833ED" w:rsidP="000833ED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33935C99" w14:textId="7D67CD67" w:rsidR="005408BB" w:rsidRPr="000833ED" w:rsidRDefault="000833ED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gekoppeld aan de breedte/lengte?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375438BE" w14:textId="2317D7FF" w:rsidR="004A429A" w:rsidRPr="004A429A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family correct te plaatsen in projectomgeving?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5119EBA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000306E9" w14:textId="1FAE308B" w:rsidR="004A429A" w:rsidRPr="00DF4170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en-GB"/>
                        </w:rPr>
                      </w:pP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Werken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 xml:space="preserve"> </w:t>
                      </w: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rotaties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 xml:space="preserve"> in </w:t>
                      </w: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projectomgeving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>?</w:t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FF108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FF108B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</w:p>
                    <w:p w14:paraId="0F2CDB1C" w14:textId="77777777" w:rsidR="004A429A" w:rsidRPr="00DF4170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en-GB"/>
                        </w:rPr>
                      </w:pPr>
                    </w:p>
                    <w:p w14:paraId="46DE7912" w14:textId="194FDA59" w:rsidR="005408BB" w:rsidRPr="005408BB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een type catalog aanwezig? (</w:t>
                      </w:r>
                      <w:proofErr w:type="gramStart"/>
                      <w:r>
                        <w:rPr>
                          <w:color w:val="575757" w:themeColor="accent1"/>
                          <w:lang w:val="nl-NL"/>
                        </w:rPr>
                        <w:t>alleen</w:t>
                      </w:r>
                      <w:proofErr w:type="gramEnd"/>
                      <w:r>
                        <w:rPr>
                          <w:color w:val="575757" w:themeColor="accent1"/>
                          <w:lang w:val="nl-NL"/>
                        </w:rPr>
                        <w:t xml:space="preserve"> bij IES files)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FD77C2B" w14:textId="77777777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68C370DC" w14:textId="20708527" w:rsidR="004A429A" w:rsidRPr="003A54C5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>en afbeelding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toegevoegd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 xml:space="preserve"> in de juiste map</w:t>
                      </w:r>
                      <w:r w:rsidR="002B76A6">
                        <w:rPr>
                          <w:color w:val="575757" w:themeColor="accent1"/>
                          <w:lang w:val="nl-NL"/>
                        </w:rPr>
                        <w:t xml:space="preserve"> (.png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32x32)?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CCD8FB3" w14:textId="77777777" w:rsidR="003A54C5" w:rsidRPr="003A54C5" w:rsidRDefault="003A54C5" w:rsidP="003A54C5">
                      <w:pPr>
                        <w:rPr>
                          <w:b/>
                        </w:rPr>
                      </w:pPr>
                    </w:p>
                    <w:p w14:paraId="39BD1184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lang w:val="nl-NL"/>
                        </w:rPr>
                      </w:pPr>
                    </w:p>
                    <w:p w14:paraId="2555D16B" w14:textId="77777777" w:rsidR="00255B9D" w:rsidRDefault="00255B9D" w:rsidP="00255B9D">
                      <w:pPr>
                        <w:pStyle w:val="Geenafstand"/>
                        <w:rPr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BAA64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788FC15" w14:textId="360F931D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B7DC1" w14:textId="52EEFB9C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5443EE" w14:textId="32122DE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BEF42D" w14:textId="490F524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5AA3FCA" w14:textId="2C15739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F5DC8E6" w14:textId="2DE49D03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BF1194F" w14:textId="01D77D70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64F258" w14:textId="4450F7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AB2038C" w14:textId="7E2373F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A3EC2CA" w14:textId="068932B1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4C38A50" w14:textId="3D02AF1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C9DEB1E" w14:textId="6F969FB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519F63" w14:textId="56C9C7C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35C695C" w14:textId="7833932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B42EACE" w14:textId="2C277064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136A865" w14:textId="4A8253A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8E6F012" w14:textId="38447A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E94EA6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F0979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5F3EAC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98277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D3DFDA7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E38E6B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F85F7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30F4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F1EEA38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00C39E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015A79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CBE61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E47A33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D4DC70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D85085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495F26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805B0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23071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8DC53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4D4A2B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C72C2A9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A29D31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54BCC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1694F9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59D1603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9144242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D1B021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2191D0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B798454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EF0FF3" w14:textId="78D0BCA0" w:rsidR="00B82E5C" w:rsidRPr="00255B9D" w:rsidRDefault="00B82E5C" w:rsidP="00965A45">
      <w:pPr>
        <w:pStyle w:val="Geenafstand"/>
        <w:rPr>
          <w:color w:val="575757" w:themeColor="accent1"/>
          <w:lang w:val="nl-NL"/>
        </w:rPr>
      </w:pPr>
      <w:r w:rsidRPr="00255B9D">
        <w:rPr>
          <w:b/>
          <w:color w:val="575757" w:themeColor="accent1"/>
          <w:lang w:val="nl-NL"/>
        </w:rPr>
        <w:t>Algemeen: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  <w:t>Ja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>Nee</w:t>
      </w:r>
      <w:r>
        <w:rPr>
          <w:color w:val="575757" w:themeColor="accent1"/>
          <w:lang w:val="nl-NL"/>
        </w:rPr>
        <w:t xml:space="preserve"> N.V.T.</w:t>
      </w:r>
    </w:p>
    <w:p w14:paraId="5943C979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 xml:space="preserve">Is het plan van aanpak, voor aanvang van het project, opgesteld in </w:t>
      </w:r>
    </w:p>
    <w:p w14:paraId="18950BE3" w14:textId="3164A3AF" w:rsidR="00B82E5C" w:rsidRDefault="00B82E5C" w:rsidP="00B82E5C">
      <w:pPr>
        <w:pStyle w:val="Geenafstand"/>
        <w:rPr>
          <w:color w:val="575757" w:themeColor="accent1"/>
          <w:lang w:val="nl-NL"/>
        </w:rPr>
      </w:pPr>
      <w:proofErr w:type="gramStart"/>
      <w:r>
        <w:rPr>
          <w:color w:val="575757" w:themeColor="accent1"/>
          <w:lang w:val="nl-NL"/>
        </w:rPr>
        <w:t>overleg</w:t>
      </w:r>
      <w:proofErr w:type="gramEnd"/>
      <w:r>
        <w:rPr>
          <w:color w:val="575757" w:themeColor="accent1"/>
          <w:lang w:val="nl-NL"/>
        </w:rPr>
        <w:t xml:space="preserve"> met de controleur?</w:t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 w:rsidR="00F57E28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8F5D0A5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Toelichting, indien “nee” ingevuld is:</w:t>
      </w:r>
    </w:p>
    <w:p w14:paraId="795200DC" w14:textId="642D2E33" w:rsidR="00B82E5C" w:rsidRPr="00255B9D" w:rsidRDefault="00B82E5C" w:rsidP="00B82E5C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</w:t>
      </w:r>
      <w:r w:rsidR="005B4DFC">
        <w:rPr>
          <w:color w:val="575757" w:themeColor="accent1"/>
          <w:lang w:val="nl-NL"/>
        </w:rPr>
        <w:t>lopend project</w:t>
      </w:r>
      <w:r w:rsidRPr="00255B9D">
        <w:rPr>
          <w:color w:val="575757" w:themeColor="accent1"/>
          <w:lang w:val="nl-NL"/>
        </w:rPr>
        <w:t>____________________</w:t>
      </w:r>
      <w:r w:rsidR="00DF7702">
        <w:rPr>
          <w:color w:val="575757" w:themeColor="accent1"/>
          <w:lang w:val="nl-NL"/>
        </w:rPr>
        <w:t>___________</w:t>
      </w:r>
    </w:p>
    <w:p w14:paraId="59F7FD98" w14:textId="528A21F2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de structuur van het plan van aanpak gevolgd?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19C88BDC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 xml:space="preserve">waardoor is deze structuur niet aangehouden en </w:t>
      </w:r>
    </w:p>
    <w:p w14:paraId="3DAA3005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proofErr w:type="gramStart"/>
      <w:r>
        <w:rPr>
          <w:color w:val="575757" w:themeColor="accent1"/>
          <w:lang w:val="nl-NL"/>
        </w:rPr>
        <w:t>met</w:t>
      </w:r>
      <w:proofErr w:type="gramEnd"/>
      <w:r>
        <w:rPr>
          <w:color w:val="575757" w:themeColor="accent1"/>
          <w:lang w:val="nl-NL"/>
        </w:rPr>
        <w:t xml:space="preserve"> wie is dit besproken.</w:t>
      </w:r>
    </w:p>
    <w:p w14:paraId="4500F307" w14:textId="6AFE5B2D" w:rsidR="00B82E5C" w:rsidRPr="00255B9D" w:rsidRDefault="000C3052" w:rsidP="000C3052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</w:t>
      </w:r>
    </w:p>
    <w:p w14:paraId="50782AC2" w14:textId="2E70AC2A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het project binnen de tijdsduur afgerond?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D0D3EC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>waardoor is er niet aan de tijdsduur voldaan?</w:t>
      </w:r>
    </w:p>
    <w:p w14:paraId="702F0EA5" w14:textId="0EAE7440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_______________________________________________________________________</w:t>
      </w:r>
    </w:p>
    <w:p w14:paraId="5851B76B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Overige toelichting:</w:t>
      </w:r>
    </w:p>
    <w:p w14:paraId="51F657DD" w14:textId="0A0B0C9E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</w:t>
      </w:r>
    </w:p>
    <w:p w14:paraId="7BDB0B00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4C643A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2DB3B69" w14:textId="77777777" w:rsidR="000C3052" w:rsidRDefault="000C3052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58364AD" w14:textId="476F0B23" w:rsidR="00255B9D" w:rsidRPr="00255B9D" w:rsidRDefault="00732FD9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>
        <w:rPr>
          <w:rFonts w:cs="Tahoma"/>
          <w:color w:val="575757" w:themeColor="accent1"/>
          <w:sz w:val="20"/>
          <w:szCs w:val="18"/>
          <w:lang w:val="nl-NL"/>
        </w:rPr>
        <w:t>Naar waarheid ingevuld,</w:t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Datum: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ab/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05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0</w:t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8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-202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1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_________</w:t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>_______</w:t>
      </w:r>
    </w:p>
    <w:p w14:paraId="0CBA1F1C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B483BFA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1D89B" w14:textId="6C34D720" w:rsidR="00255B9D" w:rsidRPr="004B34DB" w:rsidRDefault="00255B9D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255B9D">
        <w:rPr>
          <w:rFonts w:cs="Tahoma"/>
          <w:color w:val="575757" w:themeColor="accent1"/>
          <w:sz w:val="20"/>
          <w:szCs w:val="18"/>
          <w:lang w:val="nl-NL"/>
        </w:rPr>
        <w:t xml:space="preserve">Naam controleur: 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Yarin Meessen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ab/>
      </w:r>
      <w:r w:rsidRPr="00255B9D">
        <w:rPr>
          <w:rFonts w:cs="Tahoma"/>
          <w:color w:val="575757" w:themeColor="accent1"/>
          <w:sz w:val="20"/>
          <w:szCs w:val="18"/>
          <w:lang w:val="nl-NL"/>
        </w:rPr>
        <w:t>Handtekening: ______________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</w:p>
    <w:sectPr w:rsidR="00255B9D" w:rsidRPr="004B34DB" w:rsidSect="00C60F0C">
      <w:headerReference w:type="default" r:id="rId11"/>
      <w:footerReference w:type="default" r:id="rId12"/>
      <w:footerReference w:type="first" r:id="rId13"/>
      <w:pgSz w:w="11907" w:h="16840" w:code="9"/>
      <w:pgMar w:top="1418" w:right="1418" w:bottom="2268" w:left="1418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08C5D" w14:textId="77777777" w:rsidR="009212BA" w:rsidRDefault="009212BA">
      <w:r>
        <w:separator/>
      </w:r>
    </w:p>
    <w:p w14:paraId="4E75B608" w14:textId="77777777" w:rsidR="009212BA" w:rsidRDefault="009212BA"/>
  </w:endnote>
  <w:endnote w:type="continuationSeparator" w:id="0">
    <w:p w14:paraId="541D0D4B" w14:textId="77777777" w:rsidR="009212BA" w:rsidRDefault="009212BA">
      <w:r>
        <w:continuationSeparator/>
      </w:r>
    </w:p>
    <w:p w14:paraId="7993E7E9" w14:textId="77777777" w:rsidR="009212BA" w:rsidRDefault="00921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Com Book">
    <w:panose1 w:val="0200050403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1E0" w:firstRow="1" w:lastRow="1" w:firstColumn="1" w:lastColumn="1" w:noHBand="0" w:noVBand="0"/>
    </w:tblPr>
    <w:tblGrid>
      <w:gridCol w:w="4535"/>
      <w:gridCol w:w="4536"/>
    </w:tblGrid>
    <w:tr w:rsidR="00C635D6" w:rsidRPr="00C635D6" w14:paraId="613ABEBE" w14:textId="77777777" w:rsidTr="009317CD">
      <w:tc>
        <w:tcPr>
          <w:tcW w:w="2500" w:type="pct"/>
          <w:shd w:val="clear" w:color="auto" w:fill="auto"/>
        </w:tcPr>
        <w:p w14:paraId="2233F60D" w14:textId="77777777" w:rsidR="001E21E7" w:rsidRPr="0016737A" w:rsidRDefault="007C1404" w:rsidP="00357BBB">
          <w:pPr>
            <w:pStyle w:val="cdcfooter-url"/>
          </w:pPr>
          <w:r w:rsidRPr="0016737A">
            <w:t>www.cadac.com</w:t>
          </w:r>
        </w:p>
      </w:tc>
      <w:tc>
        <w:tcPr>
          <w:tcW w:w="2500" w:type="pct"/>
          <w:shd w:val="clear" w:color="auto" w:fill="auto"/>
        </w:tcPr>
        <w:p w14:paraId="3E731D60" w14:textId="77777777" w:rsidR="001E21E7" w:rsidRPr="00C635D6" w:rsidRDefault="00C635D6" w:rsidP="00357BBB">
          <w:pPr>
            <w:pStyle w:val="cdcfooter-pagenumber"/>
            <w:rPr>
              <w:szCs w:val="16"/>
            </w:rPr>
          </w:pPr>
          <w:r>
            <w:t xml:space="preserve">|  </w:t>
          </w:r>
          <w:r w:rsidR="001E21E7" w:rsidRPr="00C635D6">
            <w:fldChar w:fldCharType="begin"/>
          </w:r>
          <w:r w:rsidR="001E21E7" w:rsidRPr="00C635D6">
            <w:instrText xml:space="preserve"> PAGE </w:instrText>
          </w:r>
          <w:r w:rsidR="001E21E7" w:rsidRPr="00C635D6">
            <w:fldChar w:fldCharType="separate"/>
          </w:r>
          <w:r w:rsidR="002B76A6">
            <w:rPr>
              <w:noProof/>
            </w:rPr>
            <w:t>2</w:t>
          </w:r>
          <w:r w:rsidR="001E21E7" w:rsidRPr="00C635D6">
            <w:fldChar w:fldCharType="end"/>
          </w:r>
        </w:p>
      </w:tc>
    </w:tr>
  </w:tbl>
  <w:p w14:paraId="25B47B2E" w14:textId="77777777" w:rsidR="005319C5" w:rsidRDefault="00850EC3">
    <w:r>
      <w:rPr>
        <w:noProof/>
        <w:lang w:eastAsia="nl-NL"/>
      </w:rPr>
      <w:drawing>
        <wp:anchor distT="0" distB="0" distL="114300" distR="114300" simplePos="0" relativeHeight="251672576" behindDoc="1" locked="0" layoutInCell="1" allowOverlap="1" wp14:anchorId="2B92139D" wp14:editId="1E073DC3">
          <wp:simplePos x="0" y="0"/>
          <wp:positionH relativeFrom="column">
            <wp:posOffset>3878580</wp:posOffset>
          </wp:positionH>
          <wp:positionV relativeFrom="paragraph">
            <wp:posOffset>-390525</wp:posOffset>
          </wp:positionV>
          <wp:extent cx="1322070" cy="288925"/>
          <wp:effectExtent l="0" t="0" r="0" b="0"/>
          <wp:wrapNone/>
          <wp:docPr id="8" name="Picture 31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ED50" w14:textId="77777777" w:rsidR="007D184B" w:rsidRPr="00564A27" w:rsidRDefault="0080743C" w:rsidP="001921CC">
    <w:pPr>
      <w:tabs>
        <w:tab w:val="left" w:pos="1350"/>
      </w:tabs>
      <w:rPr>
        <w:lang w:val="en-GB"/>
      </w:rPr>
    </w:pPr>
    <w:r w:rsidRPr="0080743C">
      <w:rPr>
        <w:noProof/>
        <w:lang w:eastAsia="nl-NL"/>
      </w:rPr>
      <mc:AlternateContent>
        <mc:Choice Requires="wps">
          <w:drawing>
            <wp:anchor distT="45720" distB="45720" distL="114300" distR="114300" simplePos="0" relativeHeight="251682816" behindDoc="1" locked="0" layoutInCell="1" allowOverlap="1" wp14:anchorId="16D91F82" wp14:editId="229A8483">
              <wp:simplePos x="0" y="0"/>
              <wp:positionH relativeFrom="column">
                <wp:posOffset>-133350</wp:posOffset>
              </wp:positionH>
              <wp:positionV relativeFrom="page">
                <wp:posOffset>10010775</wp:posOffset>
              </wp:positionV>
              <wp:extent cx="3705225" cy="290830"/>
              <wp:effectExtent l="0" t="0" r="9525" b="1016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5225" cy="290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9EA0AA" w14:textId="77777777" w:rsidR="0080743C" w:rsidRPr="0080743C" w:rsidRDefault="0080743C" w:rsidP="00700835">
                          <w:pPr>
                            <w:pStyle w:val="cdcslogan"/>
                          </w:pPr>
                          <w:r w:rsidRPr="0080743C">
                            <w:t>Create, manage &amp; share digital design information</w:t>
                          </w:r>
                          <w:r w:rsidR="00700835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D91F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0.5pt;margin-top:788.25pt;width:291.75pt;height:22.9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" filled="f" stroked="f">
              <v:textbox style="mso-fit-shape-to-text:t" inset="0,0,0,0">
                <w:txbxContent>
                  <w:p w14:paraId="709EA0AA" w14:textId="77777777" w:rsidR="0080743C" w:rsidRPr="0080743C" w:rsidRDefault="0080743C" w:rsidP="00700835">
                    <w:pPr>
                      <w:pStyle w:val="cdcslogan"/>
                    </w:pPr>
                    <w:r w:rsidRPr="0080743C">
                      <w:t>Create, manage &amp; share digital design information</w:t>
                    </w:r>
                    <w:r w:rsidR="00700835"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2336" behindDoc="1" locked="0" layoutInCell="1" allowOverlap="1" wp14:anchorId="1CDA579B" wp14:editId="7F5F89C1">
          <wp:simplePos x="0" y="0"/>
          <wp:positionH relativeFrom="page">
            <wp:posOffset>4788535</wp:posOffset>
          </wp:positionH>
          <wp:positionV relativeFrom="page">
            <wp:posOffset>9775190</wp:posOffset>
          </wp:positionV>
          <wp:extent cx="2109600" cy="460800"/>
          <wp:effectExtent l="0" t="0" r="5080" b="0"/>
          <wp:wrapNone/>
          <wp:docPr id="9" name="Picture 192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6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A8431" w14:textId="77777777" w:rsidR="009212BA" w:rsidRDefault="009212BA">
      <w:r>
        <w:separator/>
      </w:r>
    </w:p>
    <w:p w14:paraId="479E2604" w14:textId="77777777" w:rsidR="009212BA" w:rsidRDefault="009212BA"/>
  </w:footnote>
  <w:footnote w:type="continuationSeparator" w:id="0">
    <w:p w14:paraId="43864018" w14:textId="77777777" w:rsidR="009212BA" w:rsidRDefault="009212BA">
      <w:r>
        <w:continuationSeparator/>
      </w:r>
    </w:p>
    <w:p w14:paraId="1055A8D2" w14:textId="77777777" w:rsidR="009212BA" w:rsidRDefault="009212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7CA6" w14:textId="77777777" w:rsidR="00BA5042" w:rsidRDefault="00850EC3"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096" behindDoc="0" locked="1" layoutInCell="1" allowOverlap="1" wp14:anchorId="40C3F892" wp14:editId="3923C039">
              <wp:simplePos x="0" y="0"/>
              <wp:positionH relativeFrom="column">
                <wp:posOffset>2895600</wp:posOffset>
              </wp:positionH>
              <wp:positionV relativeFrom="page">
                <wp:posOffset>389890</wp:posOffset>
              </wp:positionV>
              <wp:extent cx="3780155" cy="323850"/>
              <wp:effectExtent l="0" t="0" r="0" b="6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8D4AA" w14:textId="77777777" w:rsidR="00BE2A15" w:rsidRPr="00BE2A15" w:rsidRDefault="00BE2A15" w:rsidP="00BE2A15">
                          <w:pPr>
                            <w:rPr>
                              <w:b/>
                              <w:color w:val="FFFFFF"/>
                              <w:szCs w:val="18"/>
                            </w:rPr>
                          </w:pPr>
                          <w:r w:rsidRPr="00BE2A15">
                            <w:rPr>
                              <w:rFonts w:ascii="Arial" w:hAnsi="Arial"/>
                              <w:b/>
                              <w:color w:val="FFFFFF"/>
                              <w:szCs w:val="18"/>
                            </w:rPr>
                            <w:t xml:space="preserve">► </w:t>
                          </w:r>
                          <w:r w:rsidRPr="00BE2A15">
                            <w:rPr>
                              <w:b/>
                              <w:color w:val="FFFFFF"/>
                              <w:szCs w:val="18"/>
                            </w:rPr>
                            <w:t>www.cadac.com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3F8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28pt;margin-top:30.7pt;width:297.6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" filled="f" stroked="f">
              <v:textbox inset="0,0,0,0">
                <w:txbxContent>
                  <w:p w14:paraId="0328D4AA" w14:textId="77777777" w:rsidR="00BE2A15" w:rsidRPr="00BE2A15" w:rsidRDefault="00BE2A15" w:rsidP="00BE2A15">
                    <w:pPr>
                      <w:rPr>
                        <w:b/>
                        <w:color w:val="FFFFFF"/>
                        <w:szCs w:val="18"/>
                      </w:rPr>
                    </w:pPr>
                    <w:r w:rsidRPr="00BE2A15">
                      <w:rPr>
                        <w:rFonts w:ascii="Arial" w:hAnsi="Arial"/>
                        <w:b/>
                        <w:color w:val="FFFFFF"/>
                        <w:szCs w:val="18"/>
                      </w:rPr>
                      <w:t xml:space="preserve">► </w:t>
                    </w:r>
                    <w:r w:rsidRPr="00BE2A15">
                      <w:rPr>
                        <w:b/>
                        <w:color w:val="FFFFFF"/>
                        <w:szCs w:val="18"/>
                      </w:rPr>
                      <w:t>www.cadac.com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840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C0C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C8BD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AC3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F2D4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6CA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BC9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B26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4C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6F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B6F9D"/>
    <w:multiLevelType w:val="multilevel"/>
    <w:tmpl w:val="0BD69544"/>
    <w:numStyleLink w:val="UL"/>
  </w:abstractNum>
  <w:abstractNum w:abstractNumId="11" w15:restartNumberingAfterBreak="0">
    <w:nsid w:val="0C4431CC"/>
    <w:multiLevelType w:val="multilevel"/>
    <w:tmpl w:val="4FC0F714"/>
    <w:numStyleLink w:val="Numbered"/>
  </w:abstractNum>
  <w:abstractNum w:abstractNumId="12" w15:restartNumberingAfterBreak="0">
    <w:nsid w:val="0E4E7396"/>
    <w:multiLevelType w:val="multilevel"/>
    <w:tmpl w:val="4FC0F714"/>
    <w:styleLink w:val="Numbered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Calibri" w:hAnsi="Calibri" w:hint="default"/>
      </w:rPr>
    </w:lvl>
  </w:abstractNum>
  <w:abstractNum w:abstractNumId="13" w15:restartNumberingAfterBreak="0">
    <w:nsid w:val="11730D7D"/>
    <w:multiLevelType w:val="hybridMultilevel"/>
    <w:tmpl w:val="332C9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CD4EAE"/>
    <w:multiLevelType w:val="multilevel"/>
    <w:tmpl w:val="DCA07BC4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57575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7802"/>
    <w:multiLevelType w:val="hybridMultilevel"/>
    <w:tmpl w:val="481C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A4412B"/>
    <w:multiLevelType w:val="multilevel"/>
    <w:tmpl w:val="DCA07BC4"/>
    <w:styleLink w:val="OL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b w:val="0"/>
        <w:color w:val="91004B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Futura Com Book" w:hAnsi="Futura Com Book"/>
        <w:color w:val="91004B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Futura Com Book" w:hAnsi="Futura Com Book"/>
        <w:color w:val="91004B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Futura Com Book" w:hAnsi="Futura Com Book"/>
        <w:color w:val="91004B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Futura Com Book" w:hAnsi="Futura Com Book"/>
        <w:color w:val="91004B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Futura Com Book" w:hAnsi="Futura Com Book"/>
        <w:color w:val="91004B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Futura Com Book" w:hAnsi="Futura Com Book"/>
        <w:color w:val="91004B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Futura Com Book" w:hAnsi="Futura Com Book"/>
        <w:color w:val="91004B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Futura Com Book" w:hAnsi="Futura Com Book"/>
        <w:color w:val="91004B"/>
      </w:rPr>
    </w:lvl>
  </w:abstractNum>
  <w:abstractNum w:abstractNumId="17" w15:restartNumberingAfterBreak="0">
    <w:nsid w:val="1C577E4D"/>
    <w:multiLevelType w:val="multilevel"/>
    <w:tmpl w:val="1602C1D0"/>
    <w:styleLink w:val="StyleBulleted"/>
    <w:lvl w:ilvl="0">
      <w:start w:val="1"/>
      <w:numFmt w:val="bullet"/>
      <w:lvlText w:val="■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3"/>
      </w:pPr>
      <w:rPr>
        <w:rFonts w:ascii="Calibri" w:hAnsi="Calibri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Calibri" w:hAnsi="Calibri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sz w:val="20"/>
      </w:rPr>
    </w:lvl>
    <w:lvl w:ilvl="4">
      <w:start w:val="1"/>
      <w:numFmt w:val="bullet"/>
      <w:lvlText w:val="-"/>
      <w:lvlJc w:val="left"/>
      <w:pPr>
        <w:tabs>
          <w:tab w:val="num" w:pos="1702"/>
        </w:tabs>
        <w:ind w:left="1702" w:hanging="284"/>
      </w:pPr>
      <w:rPr>
        <w:rFonts w:ascii="Calibri" w:hAnsi="Calibri" w:hint="default"/>
        <w:sz w:val="20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3"/>
      </w:pPr>
      <w:rPr>
        <w:rFonts w:ascii="Calibri" w:hAnsi="Calibri" w:hint="default"/>
        <w:sz w:val="20"/>
      </w:rPr>
    </w:lvl>
    <w:lvl w:ilvl="6">
      <w:start w:val="1"/>
      <w:numFmt w:val="bullet"/>
      <w:lvlText w:val="-"/>
      <w:lvlJc w:val="left"/>
      <w:pPr>
        <w:tabs>
          <w:tab w:val="num" w:pos="2269"/>
        </w:tabs>
        <w:ind w:left="2269" w:hanging="284"/>
      </w:pPr>
      <w:rPr>
        <w:rFonts w:ascii="Calibri" w:hAnsi="Calibri" w:hint="default"/>
        <w:sz w:val="20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3"/>
      </w:pPr>
      <w:rPr>
        <w:rFonts w:ascii="Calibri" w:hAnsi="Calibri" w:hint="default"/>
        <w:sz w:val="20"/>
      </w:rPr>
    </w:lvl>
    <w:lvl w:ilvl="8">
      <w:start w:val="1"/>
      <w:numFmt w:val="bullet"/>
      <w:lvlText w:val="-"/>
      <w:lvlJc w:val="left"/>
      <w:pPr>
        <w:tabs>
          <w:tab w:val="num" w:pos="2836"/>
        </w:tabs>
        <w:ind w:left="2836" w:hanging="284"/>
      </w:pPr>
      <w:rPr>
        <w:rFonts w:ascii="Calibri" w:hAnsi="Calibri" w:hint="default"/>
        <w:sz w:val="20"/>
      </w:rPr>
    </w:lvl>
  </w:abstractNum>
  <w:abstractNum w:abstractNumId="18" w15:restartNumberingAfterBreak="0">
    <w:nsid w:val="207B3778"/>
    <w:multiLevelType w:val="hybridMultilevel"/>
    <w:tmpl w:val="58D0B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2F6D15"/>
    <w:multiLevelType w:val="multilevel"/>
    <w:tmpl w:val="0BD69544"/>
    <w:styleLink w:val="UL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1004B"/>
        <w:sz w:val="24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  <w:color w:val="000000" w:themeColor="text1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Courier New" w:hint="default"/>
        <w:color w:val="808080" w:themeColor="background1" w:themeShade="8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D52F6"/>
    <w:multiLevelType w:val="multilevel"/>
    <w:tmpl w:val="0BD69544"/>
    <w:numStyleLink w:val="UL"/>
  </w:abstractNum>
  <w:abstractNum w:abstractNumId="21" w15:restartNumberingAfterBreak="0">
    <w:nsid w:val="37D47FB0"/>
    <w:multiLevelType w:val="multilevel"/>
    <w:tmpl w:val="1602C1D0"/>
    <w:numStyleLink w:val="StyleBulleted"/>
  </w:abstractNum>
  <w:abstractNum w:abstractNumId="22" w15:restartNumberingAfterBreak="0">
    <w:nsid w:val="3BAA2881"/>
    <w:multiLevelType w:val="multilevel"/>
    <w:tmpl w:val="DCA07BC4"/>
    <w:styleLink w:val="StyleNumberedLeft063cmHanging063cm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91004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81D23"/>
    <w:multiLevelType w:val="hybridMultilevel"/>
    <w:tmpl w:val="8700AA48"/>
    <w:lvl w:ilvl="0" w:tplc="5FE8B042">
      <w:numFmt w:val="bullet"/>
      <w:lvlText w:val="-"/>
      <w:lvlJc w:val="left"/>
      <w:pPr>
        <w:ind w:left="1080" w:hanging="360"/>
      </w:pPr>
      <w:rPr>
        <w:rFonts w:ascii="Futura Com Book" w:eastAsiaTheme="minorHAnsi" w:hAnsi="Futura Com Book" w:cstheme="minorBidi" w:hint="default"/>
        <w:b w:val="0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C3F2C"/>
    <w:multiLevelType w:val="multilevel"/>
    <w:tmpl w:val="1602C1D0"/>
    <w:numStyleLink w:val="StyleBulleted"/>
  </w:abstractNum>
  <w:abstractNum w:abstractNumId="25" w15:restartNumberingAfterBreak="0">
    <w:nsid w:val="59AD16F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B7B4450"/>
    <w:multiLevelType w:val="hybridMultilevel"/>
    <w:tmpl w:val="DCA07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E524B"/>
    <w:multiLevelType w:val="multilevel"/>
    <w:tmpl w:val="1602C1D0"/>
    <w:numStyleLink w:val="StyleBulleted"/>
  </w:abstractNum>
  <w:abstractNum w:abstractNumId="28" w15:restartNumberingAfterBreak="0">
    <w:nsid w:val="5EB174FE"/>
    <w:multiLevelType w:val="hybridMultilevel"/>
    <w:tmpl w:val="B1B4D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B36FF"/>
    <w:multiLevelType w:val="multilevel"/>
    <w:tmpl w:val="1602C1D0"/>
    <w:numStyleLink w:val="StyleBulleted"/>
  </w:abstractNum>
  <w:abstractNum w:abstractNumId="30" w15:restartNumberingAfterBreak="0">
    <w:nsid w:val="61BA6B6B"/>
    <w:multiLevelType w:val="hybridMultilevel"/>
    <w:tmpl w:val="6B74DA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22BCE"/>
    <w:multiLevelType w:val="hybridMultilevel"/>
    <w:tmpl w:val="97F0465A"/>
    <w:lvl w:ilvl="0" w:tplc="CCDA4F0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3279A"/>
    <w:multiLevelType w:val="hybridMultilevel"/>
    <w:tmpl w:val="D5D4B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83385"/>
    <w:multiLevelType w:val="multilevel"/>
    <w:tmpl w:val="4FC0F714"/>
    <w:numStyleLink w:val="Numbered"/>
  </w:abstractNum>
  <w:abstractNum w:abstractNumId="34" w15:restartNumberingAfterBreak="0">
    <w:nsid w:val="688B5909"/>
    <w:multiLevelType w:val="hybridMultilevel"/>
    <w:tmpl w:val="0BD69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C2B00"/>
    <w:multiLevelType w:val="multilevel"/>
    <w:tmpl w:val="0BD69544"/>
    <w:numStyleLink w:val="UL"/>
  </w:abstractNum>
  <w:abstractNum w:abstractNumId="36" w15:restartNumberingAfterBreak="0">
    <w:nsid w:val="6CDD3AF9"/>
    <w:multiLevelType w:val="multilevel"/>
    <w:tmpl w:val="9014ED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5"/>
  </w:num>
  <w:num w:numId="13">
    <w:abstractNumId w:val="15"/>
  </w:num>
  <w:num w:numId="14">
    <w:abstractNumId w:val="13"/>
  </w:num>
  <w:num w:numId="15">
    <w:abstractNumId w:val="18"/>
  </w:num>
  <w:num w:numId="16">
    <w:abstractNumId w:val="33"/>
  </w:num>
  <w:num w:numId="17">
    <w:abstractNumId w:val="36"/>
  </w:num>
  <w:num w:numId="18">
    <w:abstractNumId w:val="12"/>
  </w:num>
  <w:num w:numId="19">
    <w:abstractNumId w:val="11"/>
  </w:num>
  <w:num w:numId="20">
    <w:abstractNumId w:val="31"/>
  </w:num>
  <w:num w:numId="21">
    <w:abstractNumId w:val="17"/>
  </w:num>
  <w:num w:numId="22">
    <w:abstractNumId w:val="27"/>
  </w:num>
  <w:num w:numId="23">
    <w:abstractNumId w:val="24"/>
  </w:num>
  <w:num w:numId="24">
    <w:abstractNumId w:val="21"/>
  </w:num>
  <w:num w:numId="25">
    <w:abstractNumId w:val="29"/>
  </w:num>
  <w:num w:numId="26">
    <w:abstractNumId w:val="26"/>
  </w:num>
  <w:num w:numId="27">
    <w:abstractNumId w:val="34"/>
  </w:num>
  <w:num w:numId="28">
    <w:abstractNumId w:val="19"/>
  </w:num>
  <w:num w:numId="29">
    <w:abstractNumId w:val="10"/>
  </w:num>
  <w:num w:numId="30">
    <w:abstractNumId w:val="20"/>
  </w:num>
  <w:num w:numId="31">
    <w:abstractNumId w:val="35"/>
  </w:num>
  <w:num w:numId="32">
    <w:abstractNumId w:val="16"/>
  </w:num>
  <w:num w:numId="33">
    <w:abstractNumId w:val="22"/>
  </w:num>
  <w:num w:numId="34">
    <w:abstractNumId w:val="14"/>
  </w:num>
  <w:num w:numId="35">
    <w:abstractNumId w:val="32"/>
  </w:num>
  <w:num w:numId="36">
    <w:abstractNumId w:val="3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#003851,#004694,#10204d,#ae0055,black,#a90050,#91004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_SHOW_COMMANDBAR" w:val="False"/>
    <w:docVar w:name="DOC_SHOW_HYPERLINKS" w:val="False"/>
    <w:docVar w:name="IN_MANUAL_SAVE" w:val="TRUE"/>
    <w:docVar w:name="TEMPLATE_VERSION" w:val="1.02"/>
  </w:docVars>
  <w:rsids>
    <w:rsidRoot w:val="00DE6D9E"/>
    <w:rsid w:val="00001067"/>
    <w:rsid w:val="000076F6"/>
    <w:rsid w:val="00010609"/>
    <w:rsid w:val="000155EE"/>
    <w:rsid w:val="000262DB"/>
    <w:rsid w:val="00030894"/>
    <w:rsid w:val="000416E2"/>
    <w:rsid w:val="0004625C"/>
    <w:rsid w:val="00052B9E"/>
    <w:rsid w:val="00060C47"/>
    <w:rsid w:val="00066C43"/>
    <w:rsid w:val="000759A5"/>
    <w:rsid w:val="00081870"/>
    <w:rsid w:val="000833ED"/>
    <w:rsid w:val="00083D8F"/>
    <w:rsid w:val="0009106A"/>
    <w:rsid w:val="00097134"/>
    <w:rsid w:val="000A1226"/>
    <w:rsid w:val="000A66B5"/>
    <w:rsid w:val="000C1802"/>
    <w:rsid w:val="000C3052"/>
    <w:rsid w:val="000C6DF8"/>
    <w:rsid w:val="000D16BD"/>
    <w:rsid w:val="000F3805"/>
    <w:rsid w:val="001003EA"/>
    <w:rsid w:val="00103414"/>
    <w:rsid w:val="0010661E"/>
    <w:rsid w:val="001125A1"/>
    <w:rsid w:val="00113D84"/>
    <w:rsid w:val="00115D9E"/>
    <w:rsid w:val="00123E2C"/>
    <w:rsid w:val="00126B6B"/>
    <w:rsid w:val="00127F7C"/>
    <w:rsid w:val="001336B0"/>
    <w:rsid w:val="00146B60"/>
    <w:rsid w:val="00147221"/>
    <w:rsid w:val="0016737A"/>
    <w:rsid w:val="00170CF7"/>
    <w:rsid w:val="00172A83"/>
    <w:rsid w:val="00186CA9"/>
    <w:rsid w:val="001921CC"/>
    <w:rsid w:val="001933A5"/>
    <w:rsid w:val="001A0388"/>
    <w:rsid w:val="001A7DEC"/>
    <w:rsid w:val="001B06D8"/>
    <w:rsid w:val="001B1B4B"/>
    <w:rsid w:val="001B3111"/>
    <w:rsid w:val="001B7FD5"/>
    <w:rsid w:val="001C0683"/>
    <w:rsid w:val="001D0BA1"/>
    <w:rsid w:val="001E21E7"/>
    <w:rsid w:val="001E6BB1"/>
    <w:rsid w:val="00202FE7"/>
    <w:rsid w:val="002064EF"/>
    <w:rsid w:val="00216EE5"/>
    <w:rsid w:val="002203F1"/>
    <w:rsid w:val="00220FD8"/>
    <w:rsid w:val="002422B1"/>
    <w:rsid w:val="00254719"/>
    <w:rsid w:val="00254C78"/>
    <w:rsid w:val="00255602"/>
    <w:rsid w:val="00255B9D"/>
    <w:rsid w:val="00262F76"/>
    <w:rsid w:val="0026718A"/>
    <w:rsid w:val="00267544"/>
    <w:rsid w:val="00275434"/>
    <w:rsid w:val="00287EC2"/>
    <w:rsid w:val="002B04D7"/>
    <w:rsid w:val="002B6B42"/>
    <w:rsid w:val="002B76A6"/>
    <w:rsid w:val="002D12A5"/>
    <w:rsid w:val="002D3286"/>
    <w:rsid w:val="002D6D4A"/>
    <w:rsid w:val="002E65D0"/>
    <w:rsid w:val="002E792C"/>
    <w:rsid w:val="002F7B96"/>
    <w:rsid w:val="00301EFA"/>
    <w:rsid w:val="00302138"/>
    <w:rsid w:val="00302DA4"/>
    <w:rsid w:val="0030504F"/>
    <w:rsid w:val="00353741"/>
    <w:rsid w:val="00354D4B"/>
    <w:rsid w:val="00356CB2"/>
    <w:rsid w:val="00357BBB"/>
    <w:rsid w:val="0036115D"/>
    <w:rsid w:val="00371F06"/>
    <w:rsid w:val="0037626D"/>
    <w:rsid w:val="00390F33"/>
    <w:rsid w:val="00393FAE"/>
    <w:rsid w:val="0039537B"/>
    <w:rsid w:val="003A0B93"/>
    <w:rsid w:val="003A54C5"/>
    <w:rsid w:val="003A64C0"/>
    <w:rsid w:val="003C41D8"/>
    <w:rsid w:val="003D0135"/>
    <w:rsid w:val="003D1EA2"/>
    <w:rsid w:val="003D4317"/>
    <w:rsid w:val="003D573D"/>
    <w:rsid w:val="003D663A"/>
    <w:rsid w:val="003E07B9"/>
    <w:rsid w:val="003E75ED"/>
    <w:rsid w:val="003F4390"/>
    <w:rsid w:val="003F512E"/>
    <w:rsid w:val="00402319"/>
    <w:rsid w:val="00403924"/>
    <w:rsid w:val="0041269F"/>
    <w:rsid w:val="0041457F"/>
    <w:rsid w:val="00422743"/>
    <w:rsid w:val="00425ED0"/>
    <w:rsid w:val="00437962"/>
    <w:rsid w:val="00440750"/>
    <w:rsid w:val="00442696"/>
    <w:rsid w:val="00447810"/>
    <w:rsid w:val="0045212E"/>
    <w:rsid w:val="00455379"/>
    <w:rsid w:val="00455909"/>
    <w:rsid w:val="00456131"/>
    <w:rsid w:val="004609B0"/>
    <w:rsid w:val="004611A8"/>
    <w:rsid w:val="00462DB0"/>
    <w:rsid w:val="004745B5"/>
    <w:rsid w:val="00485107"/>
    <w:rsid w:val="00485AA8"/>
    <w:rsid w:val="00494FDF"/>
    <w:rsid w:val="004952F1"/>
    <w:rsid w:val="00495E72"/>
    <w:rsid w:val="0049679D"/>
    <w:rsid w:val="004968DE"/>
    <w:rsid w:val="004A3C4C"/>
    <w:rsid w:val="004A429A"/>
    <w:rsid w:val="004A470E"/>
    <w:rsid w:val="004A7B9E"/>
    <w:rsid w:val="004B34DB"/>
    <w:rsid w:val="004C3502"/>
    <w:rsid w:val="004D23E1"/>
    <w:rsid w:val="004E1E3F"/>
    <w:rsid w:val="004E47A9"/>
    <w:rsid w:val="004E74E5"/>
    <w:rsid w:val="00520FE2"/>
    <w:rsid w:val="005319C5"/>
    <w:rsid w:val="00537CDF"/>
    <w:rsid w:val="005408BB"/>
    <w:rsid w:val="005437B8"/>
    <w:rsid w:val="005451C8"/>
    <w:rsid w:val="00553362"/>
    <w:rsid w:val="00561441"/>
    <w:rsid w:val="00564A27"/>
    <w:rsid w:val="00581DBD"/>
    <w:rsid w:val="0058624D"/>
    <w:rsid w:val="005941A4"/>
    <w:rsid w:val="005B0B3F"/>
    <w:rsid w:val="005B1491"/>
    <w:rsid w:val="005B4DFC"/>
    <w:rsid w:val="005C498C"/>
    <w:rsid w:val="005C689E"/>
    <w:rsid w:val="005D0160"/>
    <w:rsid w:val="005D5996"/>
    <w:rsid w:val="005E195E"/>
    <w:rsid w:val="005E5090"/>
    <w:rsid w:val="005F6252"/>
    <w:rsid w:val="0060006B"/>
    <w:rsid w:val="006009D3"/>
    <w:rsid w:val="00620F90"/>
    <w:rsid w:val="0062798C"/>
    <w:rsid w:val="00643E7A"/>
    <w:rsid w:val="00645B19"/>
    <w:rsid w:val="0065424E"/>
    <w:rsid w:val="00667CFA"/>
    <w:rsid w:val="00670FA0"/>
    <w:rsid w:val="0067595A"/>
    <w:rsid w:val="00677C22"/>
    <w:rsid w:val="0068395F"/>
    <w:rsid w:val="00693BC1"/>
    <w:rsid w:val="006A08BC"/>
    <w:rsid w:val="006A27AC"/>
    <w:rsid w:val="006C6C43"/>
    <w:rsid w:val="006D3BBC"/>
    <w:rsid w:val="006D5269"/>
    <w:rsid w:val="006D7F48"/>
    <w:rsid w:val="006E1C17"/>
    <w:rsid w:val="006E39CC"/>
    <w:rsid w:val="006F15B8"/>
    <w:rsid w:val="006F5020"/>
    <w:rsid w:val="006F6057"/>
    <w:rsid w:val="00700835"/>
    <w:rsid w:val="007012E6"/>
    <w:rsid w:val="0070313D"/>
    <w:rsid w:val="00703379"/>
    <w:rsid w:val="007125EE"/>
    <w:rsid w:val="00714A46"/>
    <w:rsid w:val="007211A7"/>
    <w:rsid w:val="007268AB"/>
    <w:rsid w:val="007269BD"/>
    <w:rsid w:val="00732FD9"/>
    <w:rsid w:val="007411BB"/>
    <w:rsid w:val="0074200F"/>
    <w:rsid w:val="00745970"/>
    <w:rsid w:val="0075631D"/>
    <w:rsid w:val="00757B77"/>
    <w:rsid w:val="007602B3"/>
    <w:rsid w:val="00765BD2"/>
    <w:rsid w:val="00777B7D"/>
    <w:rsid w:val="00780C73"/>
    <w:rsid w:val="0078119A"/>
    <w:rsid w:val="00785B85"/>
    <w:rsid w:val="007862AB"/>
    <w:rsid w:val="007911B6"/>
    <w:rsid w:val="00794B24"/>
    <w:rsid w:val="007A191B"/>
    <w:rsid w:val="007A4DF0"/>
    <w:rsid w:val="007A77DB"/>
    <w:rsid w:val="007B0E79"/>
    <w:rsid w:val="007C01EF"/>
    <w:rsid w:val="007C0A8B"/>
    <w:rsid w:val="007C11AD"/>
    <w:rsid w:val="007C1404"/>
    <w:rsid w:val="007C1BF3"/>
    <w:rsid w:val="007C57A4"/>
    <w:rsid w:val="007D184B"/>
    <w:rsid w:val="007D5398"/>
    <w:rsid w:val="007F3295"/>
    <w:rsid w:val="007F55C0"/>
    <w:rsid w:val="008008DA"/>
    <w:rsid w:val="00802C98"/>
    <w:rsid w:val="0080743C"/>
    <w:rsid w:val="0081611A"/>
    <w:rsid w:val="00816655"/>
    <w:rsid w:val="00831772"/>
    <w:rsid w:val="008411CF"/>
    <w:rsid w:val="00850EC3"/>
    <w:rsid w:val="00851123"/>
    <w:rsid w:val="00853435"/>
    <w:rsid w:val="0086446E"/>
    <w:rsid w:val="00864E0E"/>
    <w:rsid w:val="00872F0F"/>
    <w:rsid w:val="00874556"/>
    <w:rsid w:val="00876DC7"/>
    <w:rsid w:val="00883F74"/>
    <w:rsid w:val="0088551C"/>
    <w:rsid w:val="00885C4A"/>
    <w:rsid w:val="0089487E"/>
    <w:rsid w:val="008A5F2B"/>
    <w:rsid w:val="008A7EE4"/>
    <w:rsid w:val="008B1E91"/>
    <w:rsid w:val="008B3F45"/>
    <w:rsid w:val="008B5EB9"/>
    <w:rsid w:val="008C25F4"/>
    <w:rsid w:val="008C354F"/>
    <w:rsid w:val="008C5DF0"/>
    <w:rsid w:val="008D206A"/>
    <w:rsid w:val="008D2A84"/>
    <w:rsid w:val="008D3826"/>
    <w:rsid w:val="008D41EE"/>
    <w:rsid w:val="008D54BA"/>
    <w:rsid w:val="00901894"/>
    <w:rsid w:val="009038B3"/>
    <w:rsid w:val="0091382D"/>
    <w:rsid w:val="009212BA"/>
    <w:rsid w:val="009317CD"/>
    <w:rsid w:val="00936CDA"/>
    <w:rsid w:val="00960D86"/>
    <w:rsid w:val="00962ADA"/>
    <w:rsid w:val="00965A45"/>
    <w:rsid w:val="009679AE"/>
    <w:rsid w:val="00967FC9"/>
    <w:rsid w:val="00980380"/>
    <w:rsid w:val="009864FA"/>
    <w:rsid w:val="009A7F0C"/>
    <w:rsid w:val="009B7220"/>
    <w:rsid w:val="009C0C7C"/>
    <w:rsid w:val="009C37B4"/>
    <w:rsid w:val="009C7248"/>
    <w:rsid w:val="009F3F0D"/>
    <w:rsid w:val="009F606D"/>
    <w:rsid w:val="009F7A38"/>
    <w:rsid w:val="009F7E04"/>
    <w:rsid w:val="00A116D5"/>
    <w:rsid w:val="00A119E0"/>
    <w:rsid w:val="00A11B44"/>
    <w:rsid w:val="00A27361"/>
    <w:rsid w:val="00A42413"/>
    <w:rsid w:val="00A4550D"/>
    <w:rsid w:val="00A525CD"/>
    <w:rsid w:val="00A5568D"/>
    <w:rsid w:val="00A61F97"/>
    <w:rsid w:val="00A662F5"/>
    <w:rsid w:val="00A73094"/>
    <w:rsid w:val="00A74B10"/>
    <w:rsid w:val="00A813F3"/>
    <w:rsid w:val="00A828FB"/>
    <w:rsid w:val="00A90738"/>
    <w:rsid w:val="00AA5DA7"/>
    <w:rsid w:val="00AB1AAA"/>
    <w:rsid w:val="00AC499A"/>
    <w:rsid w:val="00AC7C73"/>
    <w:rsid w:val="00AD6184"/>
    <w:rsid w:val="00AE5D87"/>
    <w:rsid w:val="00AF32FC"/>
    <w:rsid w:val="00AF418B"/>
    <w:rsid w:val="00AF4BDB"/>
    <w:rsid w:val="00AF65EC"/>
    <w:rsid w:val="00B069DF"/>
    <w:rsid w:val="00B10F00"/>
    <w:rsid w:val="00B15B38"/>
    <w:rsid w:val="00B279E0"/>
    <w:rsid w:val="00B311F7"/>
    <w:rsid w:val="00B4169A"/>
    <w:rsid w:val="00B43A80"/>
    <w:rsid w:val="00B44319"/>
    <w:rsid w:val="00B455A4"/>
    <w:rsid w:val="00B476F1"/>
    <w:rsid w:val="00B56C41"/>
    <w:rsid w:val="00B575BF"/>
    <w:rsid w:val="00B620C8"/>
    <w:rsid w:val="00B678CC"/>
    <w:rsid w:val="00B70109"/>
    <w:rsid w:val="00B82805"/>
    <w:rsid w:val="00B82E5C"/>
    <w:rsid w:val="00B86D33"/>
    <w:rsid w:val="00B9384F"/>
    <w:rsid w:val="00B943F6"/>
    <w:rsid w:val="00B94C59"/>
    <w:rsid w:val="00BA5042"/>
    <w:rsid w:val="00BB32D0"/>
    <w:rsid w:val="00BB78CB"/>
    <w:rsid w:val="00BC24B5"/>
    <w:rsid w:val="00BC3B62"/>
    <w:rsid w:val="00BD4A78"/>
    <w:rsid w:val="00BD7706"/>
    <w:rsid w:val="00BE23A5"/>
    <w:rsid w:val="00BE2A15"/>
    <w:rsid w:val="00BF009D"/>
    <w:rsid w:val="00BF00BB"/>
    <w:rsid w:val="00BF3B21"/>
    <w:rsid w:val="00C047A9"/>
    <w:rsid w:val="00C05879"/>
    <w:rsid w:val="00C16520"/>
    <w:rsid w:val="00C27E63"/>
    <w:rsid w:val="00C3481E"/>
    <w:rsid w:val="00C36175"/>
    <w:rsid w:val="00C37BE2"/>
    <w:rsid w:val="00C41A5D"/>
    <w:rsid w:val="00C439B9"/>
    <w:rsid w:val="00C452C2"/>
    <w:rsid w:val="00C453B2"/>
    <w:rsid w:val="00C5106F"/>
    <w:rsid w:val="00C51CEB"/>
    <w:rsid w:val="00C60F0C"/>
    <w:rsid w:val="00C635D6"/>
    <w:rsid w:val="00C70921"/>
    <w:rsid w:val="00C73EA8"/>
    <w:rsid w:val="00C83A06"/>
    <w:rsid w:val="00C83E75"/>
    <w:rsid w:val="00C95B97"/>
    <w:rsid w:val="00C96FB4"/>
    <w:rsid w:val="00CA0A33"/>
    <w:rsid w:val="00CA0BB4"/>
    <w:rsid w:val="00CA3F46"/>
    <w:rsid w:val="00CA5438"/>
    <w:rsid w:val="00CA77B0"/>
    <w:rsid w:val="00CB34CB"/>
    <w:rsid w:val="00CB6037"/>
    <w:rsid w:val="00CC0DE6"/>
    <w:rsid w:val="00CC50C3"/>
    <w:rsid w:val="00CD017F"/>
    <w:rsid w:val="00CD168A"/>
    <w:rsid w:val="00CD2E3B"/>
    <w:rsid w:val="00CE0413"/>
    <w:rsid w:val="00CF11E5"/>
    <w:rsid w:val="00CF4C21"/>
    <w:rsid w:val="00D03C98"/>
    <w:rsid w:val="00D13609"/>
    <w:rsid w:val="00D17657"/>
    <w:rsid w:val="00D20231"/>
    <w:rsid w:val="00D2585B"/>
    <w:rsid w:val="00D272C8"/>
    <w:rsid w:val="00D335EE"/>
    <w:rsid w:val="00D41AB3"/>
    <w:rsid w:val="00D43AE9"/>
    <w:rsid w:val="00D557F2"/>
    <w:rsid w:val="00D6559F"/>
    <w:rsid w:val="00D6606D"/>
    <w:rsid w:val="00D70977"/>
    <w:rsid w:val="00D77072"/>
    <w:rsid w:val="00D81B15"/>
    <w:rsid w:val="00D81B63"/>
    <w:rsid w:val="00D87D86"/>
    <w:rsid w:val="00D93660"/>
    <w:rsid w:val="00DA4BD0"/>
    <w:rsid w:val="00DA7809"/>
    <w:rsid w:val="00DA7862"/>
    <w:rsid w:val="00DB1E1A"/>
    <w:rsid w:val="00DB4FC7"/>
    <w:rsid w:val="00DC05D8"/>
    <w:rsid w:val="00DC41E2"/>
    <w:rsid w:val="00DC6A32"/>
    <w:rsid w:val="00DD4A08"/>
    <w:rsid w:val="00DE6D9E"/>
    <w:rsid w:val="00DE7943"/>
    <w:rsid w:val="00DE7F8E"/>
    <w:rsid w:val="00DF4170"/>
    <w:rsid w:val="00DF51CC"/>
    <w:rsid w:val="00DF7702"/>
    <w:rsid w:val="00E10FCB"/>
    <w:rsid w:val="00E21ED6"/>
    <w:rsid w:val="00E312D2"/>
    <w:rsid w:val="00E32C14"/>
    <w:rsid w:val="00E412B7"/>
    <w:rsid w:val="00E456D0"/>
    <w:rsid w:val="00E57B2D"/>
    <w:rsid w:val="00E63062"/>
    <w:rsid w:val="00E67370"/>
    <w:rsid w:val="00E6748F"/>
    <w:rsid w:val="00E75B1C"/>
    <w:rsid w:val="00E8016F"/>
    <w:rsid w:val="00E8311A"/>
    <w:rsid w:val="00E850E2"/>
    <w:rsid w:val="00E874D5"/>
    <w:rsid w:val="00EB062A"/>
    <w:rsid w:val="00EB099F"/>
    <w:rsid w:val="00EB3115"/>
    <w:rsid w:val="00EB64CE"/>
    <w:rsid w:val="00ED09CF"/>
    <w:rsid w:val="00EE10D5"/>
    <w:rsid w:val="00EE2038"/>
    <w:rsid w:val="00F0125E"/>
    <w:rsid w:val="00F02B1B"/>
    <w:rsid w:val="00F05CC2"/>
    <w:rsid w:val="00F05F6F"/>
    <w:rsid w:val="00F10DFD"/>
    <w:rsid w:val="00F206CE"/>
    <w:rsid w:val="00F274E9"/>
    <w:rsid w:val="00F4329E"/>
    <w:rsid w:val="00F43F2E"/>
    <w:rsid w:val="00F5620E"/>
    <w:rsid w:val="00F57E28"/>
    <w:rsid w:val="00F62278"/>
    <w:rsid w:val="00F64826"/>
    <w:rsid w:val="00F776EE"/>
    <w:rsid w:val="00F8729C"/>
    <w:rsid w:val="00FA53F3"/>
    <w:rsid w:val="00FA599A"/>
    <w:rsid w:val="00FB3390"/>
    <w:rsid w:val="00FB5835"/>
    <w:rsid w:val="00FB5B15"/>
    <w:rsid w:val="00FC011F"/>
    <w:rsid w:val="00FC6168"/>
    <w:rsid w:val="00FE591B"/>
    <w:rsid w:val="00FF108B"/>
    <w:rsid w:val="00FF1EC8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3851,#004694,#10204d,#ae0055,black,#a90050,#91004b"/>
    </o:shapedefaults>
    <o:shapelayout v:ext="edit">
      <o:idmap v:ext="edit" data="1"/>
    </o:shapelayout>
  </w:shapeDefaults>
  <w:decimalSymbol w:val=","/>
  <w:listSeparator w:val=";"/>
  <w14:docId w14:val="539D6293"/>
  <w15:docId w15:val="{473651D1-55F6-4A5B-A5B8-49D4EC2A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55B9D"/>
    <w:pPr>
      <w:spacing w:line="264" w:lineRule="auto"/>
    </w:pPr>
    <w:rPr>
      <w:rFonts w:ascii="Tahoma" w:hAnsi="Tahoma"/>
      <w:sz w:val="18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980380"/>
    <w:pPr>
      <w:keepNext/>
      <w:numPr>
        <w:numId w:val="17"/>
      </w:numPr>
      <w:spacing w:after="240" w:line="276" w:lineRule="auto"/>
      <w:ind w:left="397" w:hanging="397"/>
      <w:outlineLvl w:val="0"/>
    </w:pPr>
    <w:rPr>
      <w:rFonts w:asciiTheme="majorHAnsi" w:hAnsiTheme="majorHAnsi" w:cs="Arial"/>
      <w:b/>
      <w:bCs/>
      <w:color w:val="91004B" w:themeColor="text2"/>
      <w:kern w:val="32"/>
      <w:sz w:val="36"/>
      <w:szCs w:val="32"/>
      <w:lang w:val="en-US"/>
    </w:rPr>
  </w:style>
  <w:style w:type="paragraph" w:styleId="Kop2">
    <w:name w:val="heading 2"/>
    <w:basedOn w:val="Kop1"/>
    <w:next w:val="Standaard"/>
    <w:qFormat/>
    <w:rsid w:val="00EE2038"/>
    <w:pPr>
      <w:numPr>
        <w:ilvl w:val="1"/>
      </w:numPr>
      <w:spacing w:after="160"/>
      <w:ind w:left="567" w:hanging="567"/>
      <w:outlineLvl w:val="1"/>
    </w:pPr>
    <w:rPr>
      <w:bCs w:val="0"/>
      <w:iCs/>
      <w:sz w:val="24"/>
      <w:szCs w:val="28"/>
    </w:rPr>
  </w:style>
  <w:style w:type="paragraph" w:styleId="Kop3">
    <w:name w:val="heading 3"/>
    <w:basedOn w:val="Kop2"/>
    <w:next w:val="Standaard"/>
    <w:qFormat/>
    <w:rsid w:val="00980380"/>
    <w:pPr>
      <w:numPr>
        <w:ilvl w:val="2"/>
      </w:numPr>
      <w:spacing w:after="120"/>
      <w:ind w:left="709" w:hanging="709"/>
      <w:outlineLvl w:val="2"/>
    </w:pPr>
    <w:rPr>
      <w:bCs/>
      <w:sz w:val="20"/>
      <w:szCs w:val="26"/>
    </w:rPr>
  </w:style>
  <w:style w:type="paragraph" w:styleId="Kop4">
    <w:name w:val="heading 4"/>
    <w:basedOn w:val="Kop3"/>
    <w:next w:val="Standaard"/>
    <w:rsid w:val="00980380"/>
    <w:pPr>
      <w:numPr>
        <w:ilvl w:val="3"/>
      </w:numPr>
      <w:tabs>
        <w:tab w:val="left" w:pos="864"/>
      </w:tabs>
      <w:ind w:left="0" w:firstLine="0"/>
      <w:outlineLvl w:val="3"/>
    </w:pPr>
    <w:rPr>
      <w:bCs w:val="0"/>
      <w:szCs w:val="28"/>
    </w:rPr>
  </w:style>
  <w:style w:type="paragraph" w:styleId="Kop5">
    <w:name w:val="heading 5"/>
    <w:basedOn w:val="Kop4"/>
    <w:next w:val="Standaard"/>
    <w:rsid w:val="00442696"/>
    <w:pPr>
      <w:numPr>
        <w:ilvl w:val="4"/>
      </w:numPr>
      <w:tabs>
        <w:tab w:val="clear" w:pos="1008"/>
      </w:tabs>
      <w:ind w:left="1197" w:hanging="1197"/>
      <w:outlineLvl w:val="4"/>
    </w:pPr>
    <w:rPr>
      <w:bCs/>
      <w:iCs w:val="0"/>
      <w:szCs w:val="26"/>
    </w:rPr>
  </w:style>
  <w:style w:type="paragraph" w:styleId="Kop6">
    <w:name w:val="heading 6"/>
    <w:basedOn w:val="Kop5"/>
    <w:next w:val="Standaard"/>
    <w:rsid w:val="00442696"/>
    <w:pPr>
      <w:numPr>
        <w:ilvl w:val="5"/>
      </w:numPr>
      <w:ind w:left="1151" w:hanging="1151"/>
      <w:outlineLvl w:val="5"/>
    </w:pPr>
    <w:rPr>
      <w:bCs w:val="0"/>
      <w:szCs w:val="22"/>
    </w:rPr>
  </w:style>
  <w:style w:type="paragraph" w:styleId="Kop7">
    <w:name w:val="heading 7"/>
    <w:basedOn w:val="Kop6"/>
    <w:next w:val="Standaard"/>
    <w:rsid w:val="00442696"/>
    <w:pPr>
      <w:numPr>
        <w:ilvl w:val="6"/>
      </w:numPr>
      <w:ind w:left="2268" w:hanging="2268"/>
      <w:outlineLvl w:val="6"/>
    </w:pPr>
  </w:style>
  <w:style w:type="paragraph" w:styleId="Kop8">
    <w:name w:val="heading 8"/>
    <w:basedOn w:val="Kop7"/>
    <w:next w:val="Standaard"/>
    <w:rsid w:val="00442696"/>
    <w:pPr>
      <w:numPr>
        <w:ilvl w:val="7"/>
      </w:numPr>
      <w:outlineLvl w:val="7"/>
    </w:pPr>
    <w:rPr>
      <w:iCs/>
    </w:rPr>
  </w:style>
  <w:style w:type="paragraph" w:styleId="Kop9">
    <w:name w:val="heading 9"/>
    <w:basedOn w:val="Kop8"/>
    <w:next w:val="Standaard"/>
    <w:rsid w:val="00442696"/>
    <w:pPr>
      <w:numPr>
        <w:ilvl w:val="8"/>
      </w:numPr>
      <w:ind w:left="1582" w:hanging="1582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KoptekstChar">
    <w:name w:val="Koptekst Char"/>
    <w:basedOn w:val="Standaardalinea-lettertype"/>
    <w:link w:val="Koptekst"/>
    <w:rsid w:val="00700835"/>
    <w:rPr>
      <w:rFonts w:ascii="Futura Com Book" w:hAnsi="Futura Com Book"/>
      <w:color w:val="575757"/>
      <w:szCs w:val="24"/>
      <w:lang w:val="nl-NL"/>
    </w:rPr>
  </w:style>
  <w:style w:type="paragraph" w:styleId="Voettekst">
    <w:name w:val="footer"/>
    <w:basedOn w:val="Standaard"/>
    <w:link w:val="Voet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VoettekstChar">
    <w:name w:val="Voettekst Char"/>
    <w:basedOn w:val="Standaardalinea-lettertype"/>
    <w:link w:val="Voettekst"/>
    <w:rsid w:val="00700835"/>
    <w:rPr>
      <w:rFonts w:ascii="Futura Com Book" w:hAnsi="Futura Com Book"/>
      <w:color w:val="575757"/>
      <w:szCs w:val="24"/>
      <w:lang w:val="nl-NL"/>
    </w:rPr>
  </w:style>
  <w:style w:type="character" w:styleId="Hyperlink">
    <w:name w:val="Hyperlink"/>
    <w:uiPriority w:val="99"/>
    <w:rsid w:val="004E47A9"/>
    <w:rPr>
      <w:color w:val="0070C0"/>
      <w:szCs w:val="20"/>
      <w:u w:val="single"/>
      <w:lang w:val="en-US"/>
    </w:rPr>
  </w:style>
  <w:style w:type="paragraph" w:customStyle="1" w:styleId="cdctitle">
    <w:name w:val="cdc_title"/>
    <w:next w:val="Standaard"/>
    <w:link w:val="cdctitleChar"/>
    <w:qFormat/>
    <w:rsid w:val="00115D9E"/>
    <w:pPr>
      <w:keepNext/>
      <w:spacing w:before="480" w:after="480"/>
    </w:pPr>
    <w:rPr>
      <w:rFonts w:asciiTheme="majorHAnsi" w:hAnsiTheme="majorHAnsi"/>
      <w:b/>
      <w:color w:val="91004B" w:themeColor="text2"/>
      <w:sz w:val="56"/>
      <w:szCs w:val="56"/>
      <w:lang w:val="nl-NL"/>
    </w:rPr>
  </w:style>
  <w:style w:type="numbering" w:customStyle="1" w:styleId="StyleBulleted">
    <w:name w:val="Style Bulleted"/>
    <w:basedOn w:val="Geenlijst"/>
    <w:rsid w:val="00667CFA"/>
    <w:pPr>
      <w:numPr>
        <w:numId w:val="21"/>
      </w:numPr>
    </w:pPr>
  </w:style>
  <w:style w:type="paragraph" w:customStyle="1" w:styleId="cdcTableHeader">
    <w:name w:val="cdc_TableHeader"/>
    <w:basedOn w:val="cdcTableCell"/>
    <w:qFormat/>
    <w:rsid w:val="009864FA"/>
    <w:rPr>
      <w:rFonts w:asciiTheme="majorHAnsi" w:hAnsiTheme="majorHAnsi"/>
      <w:bCs/>
      <w:color w:val="FFFFFF" w:themeColor="background1"/>
    </w:rPr>
  </w:style>
  <w:style w:type="paragraph" w:customStyle="1" w:styleId="cdcslogan">
    <w:name w:val="cdc_slogan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GB"/>
    </w:rPr>
  </w:style>
  <w:style w:type="character" w:customStyle="1" w:styleId="cdctitleChar">
    <w:name w:val="cdc_title Char"/>
    <w:link w:val="cdctitle"/>
    <w:rsid w:val="00115D9E"/>
    <w:rPr>
      <w:rFonts w:asciiTheme="majorHAnsi" w:hAnsiTheme="majorHAnsi"/>
      <w:b/>
      <w:color w:val="91004B" w:themeColor="text2"/>
      <w:sz w:val="56"/>
      <w:szCs w:val="56"/>
      <w:lang w:val="nl-NL"/>
    </w:rPr>
  </w:style>
  <w:style w:type="paragraph" w:customStyle="1" w:styleId="cdcaddressheader">
    <w:name w:val="cdc_addressheader"/>
    <w:basedOn w:val="Standaard"/>
    <w:qFormat/>
    <w:rsid w:val="001B7FD5"/>
    <w:pPr>
      <w:spacing w:line="276" w:lineRule="auto"/>
    </w:pPr>
    <w:rPr>
      <w:rFonts w:asciiTheme="minorHAnsi" w:hAnsiTheme="minorHAnsi"/>
      <w:b/>
      <w:color w:val="9A9A9A" w:themeColor="accent1" w:themeTint="99"/>
      <w:sz w:val="20"/>
      <w:szCs w:val="20"/>
      <w:lang w:val="en-US"/>
    </w:rPr>
  </w:style>
  <w:style w:type="paragraph" w:customStyle="1" w:styleId="cdcaddress">
    <w:name w:val="cdc_address"/>
    <w:basedOn w:val="Standaard"/>
    <w:qFormat/>
    <w:rsid w:val="001B7FD5"/>
    <w:pPr>
      <w:spacing w:line="276" w:lineRule="auto"/>
    </w:pPr>
    <w:rPr>
      <w:rFonts w:asciiTheme="minorHAnsi" w:hAnsiTheme="minorHAnsi"/>
      <w:color w:val="9A9A9A" w:themeColor="accent1" w:themeTint="99"/>
      <w:sz w:val="17"/>
      <w:szCs w:val="17"/>
      <w:lang w:val="en-US"/>
    </w:rPr>
  </w:style>
  <w:style w:type="paragraph" w:customStyle="1" w:styleId="cdcTableCell">
    <w:name w:val="cdc_TableCell"/>
    <w:basedOn w:val="Standaard"/>
    <w:qFormat/>
    <w:rsid w:val="00C27E63"/>
    <w:pPr>
      <w:spacing w:line="240" w:lineRule="auto"/>
      <w:ind w:left="28"/>
    </w:pPr>
    <w:rPr>
      <w:rFonts w:asciiTheme="minorHAnsi" w:hAnsiTheme="minorHAnsi"/>
      <w:color w:val="575757" w:themeColor="accent1"/>
      <w:szCs w:val="18"/>
      <w:lang w:val="en-US"/>
    </w:rPr>
  </w:style>
  <w:style w:type="paragraph" w:customStyle="1" w:styleId="cdcParaHead">
    <w:name w:val="cdc_ParaHead"/>
    <w:basedOn w:val="Standaard"/>
    <w:next w:val="Standaard"/>
    <w:qFormat/>
    <w:rsid w:val="001B7FD5"/>
    <w:pPr>
      <w:spacing w:after="120" w:line="276" w:lineRule="auto"/>
    </w:pPr>
    <w:rPr>
      <w:rFonts w:asciiTheme="minorHAnsi" w:hAnsiTheme="minorHAnsi"/>
      <w:b/>
      <w:color w:val="91004B" w:themeColor="text2"/>
      <w:sz w:val="24"/>
      <w:szCs w:val="28"/>
      <w:lang w:val="en-US"/>
    </w:rPr>
  </w:style>
  <w:style w:type="paragraph" w:customStyle="1" w:styleId="cdcfooter-url">
    <w:name w:val="cdc_footer-url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US"/>
    </w:rPr>
  </w:style>
  <w:style w:type="paragraph" w:customStyle="1" w:styleId="cdcfooter-pagenumber">
    <w:name w:val="cdc_footer-pagenumber"/>
    <w:basedOn w:val="Standaard"/>
    <w:rsid w:val="004E74E5"/>
    <w:pPr>
      <w:tabs>
        <w:tab w:val="right" w:pos="9540"/>
      </w:tabs>
      <w:spacing w:after="80" w:line="360" w:lineRule="auto"/>
      <w:jc w:val="right"/>
    </w:pPr>
    <w:rPr>
      <w:rFonts w:asciiTheme="majorHAnsi" w:hAnsiTheme="majorHAnsi" w:cs="Tahoma"/>
      <w:b/>
      <w:color w:val="91004B" w:themeColor="text2"/>
      <w:sz w:val="20"/>
      <w:szCs w:val="20"/>
      <w:lang w:val="en-US"/>
    </w:rPr>
  </w:style>
  <w:style w:type="table" w:styleId="Tabelraster">
    <w:name w:val="Table Grid"/>
    <w:basedOn w:val="Standaardtabel"/>
    <w:rsid w:val="007C01EF"/>
    <w:pPr>
      <w:spacing w:line="36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qFormat/>
    <w:rsid w:val="00115D9E"/>
    <w:pPr>
      <w:spacing w:before="120" w:after="200" w:line="276" w:lineRule="auto"/>
    </w:pPr>
    <w:rPr>
      <w:rFonts w:asciiTheme="minorHAnsi" w:hAnsiTheme="minorHAnsi"/>
      <w:bCs/>
      <w:i/>
      <w:color w:val="575757" w:themeColor="accent1"/>
      <w:szCs w:val="20"/>
      <w:lang w:val="en-US"/>
    </w:rPr>
  </w:style>
  <w:style w:type="character" w:customStyle="1" w:styleId="Kop1Char">
    <w:name w:val="Kop 1 Char"/>
    <w:link w:val="Kop1"/>
    <w:rsid w:val="00980380"/>
    <w:rPr>
      <w:rFonts w:asciiTheme="majorHAnsi" w:hAnsiTheme="majorHAnsi" w:cs="Arial"/>
      <w:b/>
      <w:bCs/>
      <w:color w:val="91004B" w:themeColor="text2"/>
      <w:kern w:val="32"/>
      <w:sz w:val="36"/>
      <w:szCs w:val="32"/>
    </w:rPr>
  </w:style>
  <w:style w:type="paragraph" w:styleId="Inhopg1">
    <w:name w:val="toc 1"/>
    <w:basedOn w:val="Standaard"/>
    <w:next w:val="Standaard"/>
    <w:autoRedefine/>
    <w:uiPriority w:val="39"/>
    <w:rsid w:val="001003EA"/>
    <w:pPr>
      <w:spacing w:line="276" w:lineRule="auto"/>
    </w:pPr>
    <w:rPr>
      <w:rFonts w:asciiTheme="minorHAnsi" w:hAnsiTheme="minorHAnsi"/>
      <w:color w:val="575757" w:themeColor="accent1"/>
      <w:sz w:val="20"/>
      <w:lang w:val="en-US"/>
    </w:rPr>
  </w:style>
  <w:style w:type="paragraph" w:styleId="Inhopg2">
    <w:name w:val="toc 2"/>
    <w:basedOn w:val="Standaard"/>
    <w:next w:val="Standaard"/>
    <w:autoRedefine/>
    <w:uiPriority w:val="39"/>
    <w:rsid w:val="00B10F00"/>
    <w:pPr>
      <w:tabs>
        <w:tab w:val="left" w:pos="960"/>
        <w:tab w:val="right" w:leader="dot" w:pos="9061"/>
      </w:tabs>
      <w:spacing w:line="276" w:lineRule="auto"/>
      <w:ind w:left="425"/>
    </w:pPr>
    <w:rPr>
      <w:rFonts w:asciiTheme="minorHAnsi" w:hAnsiTheme="minorHAnsi"/>
      <w:noProof/>
      <w:color w:val="575757" w:themeColor="accent1"/>
      <w:sz w:val="20"/>
      <w:lang w:val="en-US"/>
    </w:rPr>
  </w:style>
  <w:style w:type="paragraph" w:styleId="Inhopg3">
    <w:name w:val="toc 3"/>
    <w:basedOn w:val="Standaard"/>
    <w:next w:val="Standaard"/>
    <w:autoRedefine/>
    <w:uiPriority w:val="39"/>
    <w:rsid w:val="00B10F00"/>
    <w:pPr>
      <w:tabs>
        <w:tab w:val="left" w:pos="1100"/>
        <w:tab w:val="right" w:leader="dot" w:pos="9061"/>
      </w:tabs>
      <w:spacing w:line="276" w:lineRule="auto"/>
      <w:ind w:left="440"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Numbered">
    <w:name w:val="Numbered"/>
    <w:basedOn w:val="Geenlijst"/>
    <w:rsid w:val="00962ADA"/>
    <w:pPr>
      <w:numPr>
        <w:numId w:val="18"/>
      </w:numPr>
    </w:pPr>
  </w:style>
  <w:style w:type="paragraph" w:styleId="Inhopg6">
    <w:name w:val="toc 6"/>
    <w:basedOn w:val="Standaard"/>
    <w:next w:val="Standaard"/>
    <w:autoRedefine/>
    <w:semiHidden/>
    <w:rsid w:val="0062798C"/>
    <w:pPr>
      <w:spacing w:line="276" w:lineRule="auto"/>
      <w:ind w:left="1100"/>
    </w:pPr>
    <w:rPr>
      <w:rFonts w:asciiTheme="minorHAnsi" w:hAnsiTheme="minorHAnsi"/>
      <w:color w:val="575757" w:themeColor="accent1"/>
      <w:sz w:val="20"/>
      <w:lang w:val="en-US"/>
    </w:rPr>
  </w:style>
  <w:style w:type="paragraph" w:styleId="Lijstalinea">
    <w:name w:val="List Paragraph"/>
    <w:basedOn w:val="Standaard"/>
    <w:uiPriority w:val="34"/>
    <w:rsid w:val="004952F1"/>
    <w:pPr>
      <w:spacing w:line="276" w:lineRule="auto"/>
      <w:ind w:left="720"/>
      <w:contextualSpacing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UL">
    <w:name w:val="UL"/>
    <w:basedOn w:val="Geenlijst"/>
    <w:rsid w:val="00AF418B"/>
    <w:pPr>
      <w:numPr>
        <w:numId w:val="28"/>
      </w:numPr>
    </w:pPr>
  </w:style>
  <w:style w:type="numbering" w:customStyle="1" w:styleId="OL">
    <w:name w:val="OL"/>
    <w:basedOn w:val="Geenlijst"/>
    <w:rsid w:val="00FE591B"/>
    <w:pPr>
      <w:numPr>
        <w:numId w:val="32"/>
      </w:numPr>
    </w:pPr>
  </w:style>
  <w:style w:type="numbering" w:customStyle="1" w:styleId="StyleNumberedLeft063cmHanging063cm">
    <w:name w:val="Style Numbered Left:  063 cm Hanging:  063 cm"/>
    <w:basedOn w:val="Geenlijst"/>
    <w:rsid w:val="00FE591B"/>
    <w:pPr>
      <w:numPr>
        <w:numId w:val="33"/>
      </w:numPr>
    </w:pPr>
  </w:style>
  <w:style w:type="table" w:customStyle="1" w:styleId="ListTable3-Accent21">
    <w:name w:val="List Table 3 - Accent 21"/>
    <w:basedOn w:val="Standaardtabel"/>
    <w:uiPriority w:val="48"/>
    <w:rsid w:val="00403924"/>
    <w:tblPr>
      <w:tblStyleRowBandSize w:val="1"/>
      <w:tblStyleColBandSize w:val="1"/>
      <w:tblBorders>
        <w:top w:val="single" w:sz="4" w:space="0" w:color="91004B" w:themeColor="accent2"/>
        <w:left w:val="single" w:sz="4" w:space="0" w:color="91004B" w:themeColor="accent2"/>
        <w:bottom w:val="single" w:sz="4" w:space="0" w:color="91004B" w:themeColor="accent2"/>
        <w:right w:val="single" w:sz="4" w:space="0" w:color="91004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004B" w:themeColor="accent2"/>
          <w:right w:val="single" w:sz="4" w:space="0" w:color="91004B" w:themeColor="accent2"/>
        </w:tcBorders>
      </w:tcPr>
    </w:tblStylePr>
    <w:tblStylePr w:type="band1Horz">
      <w:tblPr/>
      <w:tcPr>
        <w:tcBorders>
          <w:top w:val="single" w:sz="4" w:space="0" w:color="91004B" w:themeColor="accent2"/>
          <w:bottom w:val="single" w:sz="4" w:space="0" w:color="91004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004B" w:themeColor="accent2"/>
          <w:left w:val="nil"/>
        </w:tcBorders>
      </w:tcPr>
    </w:tblStylePr>
    <w:tblStylePr w:type="swCell">
      <w:tblPr/>
      <w:tcPr>
        <w:tcBorders>
          <w:top w:val="double" w:sz="4" w:space="0" w:color="91004B" w:themeColor="accent2"/>
          <w:right w:val="nil"/>
        </w:tcBorders>
      </w:tcPr>
    </w:tblStylePr>
  </w:style>
  <w:style w:type="table" w:customStyle="1" w:styleId="GridTable7Colorful-Accent21">
    <w:name w:val="Grid Table 7 Colorful - Accent 21"/>
    <w:basedOn w:val="Standaardtabel"/>
    <w:uiPriority w:val="52"/>
    <w:rsid w:val="00403924"/>
    <w:rPr>
      <w:color w:val="6C0037" w:themeColor="accent2" w:themeShade="BF"/>
    </w:rPr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  <w:tblStylePr w:type="neCell">
      <w:tblPr/>
      <w:tcPr>
        <w:tcBorders>
          <w:bottom w:val="single" w:sz="4" w:space="0" w:color="FF2494" w:themeColor="accent2" w:themeTint="99"/>
        </w:tcBorders>
      </w:tcPr>
    </w:tblStylePr>
    <w:tblStylePr w:type="nwCell">
      <w:tblPr/>
      <w:tcPr>
        <w:tcBorders>
          <w:bottom w:val="single" w:sz="4" w:space="0" w:color="FF2494" w:themeColor="accent2" w:themeTint="99"/>
        </w:tcBorders>
      </w:tcPr>
    </w:tblStylePr>
    <w:tblStylePr w:type="seCell">
      <w:tblPr/>
      <w:tcPr>
        <w:tcBorders>
          <w:top w:val="single" w:sz="4" w:space="0" w:color="FF2494" w:themeColor="accent2" w:themeTint="99"/>
        </w:tcBorders>
      </w:tcPr>
    </w:tblStylePr>
    <w:tblStylePr w:type="swCell">
      <w:tblPr/>
      <w:tcPr>
        <w:tcBorders>
          <w:top w:val="single" w:sz="4" w:space="0" w:color="FF2494" w:themeColor="accent2" w:themeTint="99"/>
        </w:tcBorders>
      </w:tcPr>
    </w:tblStylePr>
  </w:style>
  <w:style w:type="table" w:customStyle="1" w:styleId="GridTable4-Accent21">
    <w:name w:val="Grid Table 4 - Accent 21"/>
    <w:basedOn w:val="Standaardtabel"/>
    <w:uiPriority w:val="49"/>
    <w:rsid w:val="00403924"/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004B" w:themeColor="accent2"/>
          <w:left w:val="single" w:sz="4" w:space="0" w:color="91004B" w:themeColor="accent2"/>
          <w:bottom w:val="single" w:sz="4" w:space="0" w:color="91004B" w:themeColor="accent2"/>
          <w:right w:val="single" w:sz="4" w:space="0" w:color="91004B" w:themeColor="accent2"/>
          <w:insideH w:val="nil"/>
          <w:insideV w:val="nil"/>
        </w:tcBorders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</w:style>
  <w:style w:type="paragraph" w:styleId="Geenafstand">
    <w:name w:val="No Spacing"/>
    <w:uiPriority w:val="1"/>
    <w:qFormat/>
    <w:rsid w:val="00255B9D"/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rsid w:val="003A54C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3A54C5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8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frenken\Downloads\template-CadacGroup-v09b%20(2).dotx" TargetMode="External"/></Relationships>
</file>

<file path=word/theme/theme1.xml><?xml version="1.0" encoding="utf-8"?>
<a:theme xmlns:a="http://schemas.openxmlformats.org/drawingml/2006/main" name="Office Theme">
  <a:themeElements>
    <a:clrScheme name="Cadac-Group">
      <a:dk1>
        <a:sysClr val="windowText" lastClr="000000"/>
      </a:dk1>
      <a:lt1>
        <a:sysClr val="window" lastClr="FFFFFF"/>
      </a:lt1>
      <a:dk2>
        <a:srgbClr val="91004B"/>
      </a:dk2>
      <a:lt2>
        <a:srgbClr val="E9E9E9"/>
      </a:lt2>
      <a:accent1>
        <a:srgbClr val="575757"/>
      </a:accent1>
      <a:accent2>
        <a:srgbClr val="91004B"/>
      </a:accent2>
      <a:accent3>
        <a:srgbClr val="58AF8D"/>
      </a:accent3>
      <a:accent4>
        <a:srgbClr val="EC652F"/>
      </a:accent4>
      <a:accent5>
        <a:srgbClr val="D0354A"/>
      </a:accent5>
      <a:accent6>
        <a:srgbClr val="904C9E"/>
      </a:accent6>
      <a:hlink>
        <a:srgbClr val="0563C1"/>
      </a:hlink>
      <a:folHlink>
        <a:srgbClr val="0563C1"/>
      </a:folHlink>
    </a:clrScheme>
    <a:fontScheme name="Futura Word">
      <a:majorFont>
        <a:latin typeface="Futura Com Book"/>
        <a:ea typeface=""/>
        <a:cs typeface=""/>
      </a:majorFont>
      <a:minorFont>
        <a:latin typeface="Futura Co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6FA465CCD01419EA4A620DB8F6F8C" ma:contentTypeVersion="13" ma:contentTypeDescription="Een nieuw document maken." ma:contentTypeScope="" ma:versionID="41ff26ce09cdcb1917938443c5c8eb54">
  <xsd:schema xmlns:xsd="http://www.w3.org/2001/XMLSchema" xmlns:xs="http://www.w3.org/2001/XMLSchema" xmlns:p="http://schemas.microsoft.com/office/2006/metadata/properties" xmlns:ns2="c82aac9e-448f-4a07-bde9-8d48257f1868" xmlns:ns3="8eb81862-1a3f-44b0-b37f-7a0d1c336e09" targetNamespace="http://schemas.microsoft.com/office/2006/metadata/properties" ma:root="true" ma:fieldsID="107759ee5fbee9d3b4c828d124582c92" ns2:_="" ns3:_="">
    <xsd:import namespace="c82aac9e-448f-4a07-bde9-8d48257f1868"/>
    <xsd:import namespace="8eb81862-1a3f-44b0-b37f-7a0d1c336e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aac9e-448f-4a07-bde9-8d48257f18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81862-1a3f-44b0-b37f-7a0d1c336e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0BAB37-84B4-437C-97C6-B8B1E4F9A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27709-F1EC-4A61-897E-65B50CA20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2aac9e-448f-4a07-bde9-8d48257f1868"/>
    <ds:schemaRef ds:uri="8eb81862-1a3f-44b0-b37f-7a0d1c336e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EC8F1B-ECF2-4F50-AA11-1FC8FF9BC3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B9037B-8256-47F4-A6BF-5DD764B480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template-CadacGroup-v09b (2).dotx</Template>
  <TotalTime>20</TotalTime>
  <Pages>2</Pages>
  <Words>140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CadacGroup-Document</vt:lpstr>
      <vt:lpstr>CadacGroup-Document</vt:lpstr>
    </vt:vector>
  </TitlesOfParts>
  <Company>Cadac Group</Company>
  <LinksUpToDate>false</LinksUpToDate>
  <CharactersWithSpaces>913</CharactersWithSpaces>
  <SharedDoc>false</SharedDoc>
  <HLinks>
    <vt:vector size="48" baseType="variant">
      <vt:variant>
        <vt:i4>4259857</vt:i4>
      </vt:variant>
      <vt:variant>
        <vt:i4>57</vt:i4>
      </vt:variant>
      <vt:variant>
        <vt:i4>0</vt:i4>
      </vt:variant>
      <vt:variant>
        <vt:i4>5</vt:i4>
      </vt:variant>
      <vt:variant>
        <vt:lpwstr>http://www.cadac.com/</vt:lpwstr>
      </vt:variant>
      <vt:variant>
        <vt:lpwstr/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_Toc417661549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_Toc417661548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_Toc417661547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_Toc417661546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_Toc417661545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_Toc417661544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_Toc417661543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CadacGroup-Document</dc:title>
  <dc:subject/>
  <dc:creator>Raoul Frenken</dc:creator>
  <cp:keywords/>
  <cp:lastModifiedBy>Sven Schoeberichts</cp:lastModifiedBy>
  <cp:revision>7</cp:revision>
  <cp:lastPrinted>2016-03-11T15:16:00Z</cp:lastPrinted>
  <dcterms:created xsi:type="dcterms:W3CDTF">2020-12-17T09:09:00Z</dcterms:created>
  <dcterms:modified xsi:type="dcterms:W3CDTF">2021-08-05T11:47:00Z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0x0101008FA6FA465CCD01419EA4A620DB8F6F8C</vt:lpwstr>
  </property>
</Properties>
</file>